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30C1" w14:textId="77777777" w:rsidR="0085747A" w:rsidRPr="002F420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F4204">
        <w:rPr>
          <w:rFonts w:ascii="Corbel" w:hAnsi="Corbel"/>
          <w:b/>
          <w:smallCaps/>
          <w:sz w:val="24"/>
          <w:szCs w:val="24"/>
        </w:rPr>
        <w:t>SYLABUS</w:t>
      </w:r>
    </w:p>
    <w:p w14:paraId="1DE85EB7" w14:textId="5107491F" w:rsidR="0085747A" w:rsidRPr="002F420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F420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F4204">
        <w:rPr>
          <w:rFonts w:ascii="Corbel" w:hAnsi="Corbel"/>
          <w:b/>
          <w:smallCaps/>
          <w:sz w:val="24"/>
          <w:szCs w:val="24"/>
        </w:rPr>
        <w:t xml:space="preserve"> </w:t>
      </w:r>
      <w:r w:rsidR="0057279C" w:rsidRPr="002F4204">
        <w:rPr>
          <w:rFonts w:ascii="Corbel" w:hAnsi="Corbel"/>
          <w:b/>
          <w:smallCaps/>
          <w:sz w:val="24"/>
          <w:szCs w:val="24"/>
        </w:rPr>
        <w:t>202</w:t>
      </w:r>
      <w:r w:rsidR="008B4262">
        <w:rPr>
          <w:rFonts w:ascii="Corbel" w:hAnsi="Corbel"/>
          <w:b/>
          <w:smallCaps/>
          <w:sz w:val="24"/>
          <w:szCs w:val="24"/>
        </w:rPr>
        <w:t>1</w:t>
      </w:r>
      <w:r w:rsidR="0057279C" w:rsidRPr="002F4204">
        <w:rPr>
          <w:rFonts w:ascii="Corbel" w:hAnsi="Corbel"/>
          <w:b/>
          <w:smallCaps/>
          <w:sz w:val="24"/>
          <w:szCs w:val="24"/>
        </w:rPr>
        <w:t xml:space="preserve"> – </w:t>
      </w:r>
      <w:r w:rsidR="003F3149" w:rsidRPr="002F4204">
        <w:rPr>
          <w:rFonts w:ascii="Corbel" w:hAnsi="Corbel"/>
          <w:b/>
          <w:smallCaps/>
          <w:sz w:val="24"/>
          <w:szCs w:val="24"/>
        </w:rPr>
        <w:t>202</w:t>
      </w:r>
      <w:r w:rsidR="008B4262">
        <w:rPr>
          <w:rFonts w:ascii="Corbel" w:hAnsi="Corbel"/>
          <w:b/>
          <w:smallCaps/>
          <w:sz w:val="24"/>
          <w:szCs w:val="24"/>
        </w:rPr>
        <w:t>6</w:t>
      </w:r>
      <w:r w:rsidR="0085747A" w:rsidRPr="002F420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BABF1D9" w14:textId="63457A15" w:rsidR="00445970" w:rsidRPr="002F420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ab/>
      </w:r>
      <w:r w:rsidRPr="002F4204">
        <w:rPr>
          <w:rFonts w:ascii="Corbel" w:hAnsi="Corbel"/>
          <w:sz w:val="24"/>
          <w:szCs w:val="24"/>
        </w:rPr>
        <w:tab/>
      </w:r>
      <w:r w:rsidRPr="002F4204">
        <w:rPr>
          <w:rFonts w:ascii="Corbel" w:hAnsi="Corbel"/>
          <w:sz w:val="24"/>
          <w:szCs w:val="24"/>
        </w:rPr>
        <w:tab/>
      </w:r>
      <w:r w:rsidRPr="002F4204">
        <w:rPr>
          <w:rFonts w:ascii="Corbel" w:hAnsi="Corbel"/>
          <w:sz w:val="24"/>
          <w:szCs w:val="24"/>
        </w:rPr>
        <w:tab/>
        <w:t xml:space="preserve">Rok akademicki   </w:t>
      </w:r>
      <w:r w:rsidR="003F3149" w:rsidRPr="002F4204">
        <w:rPr>
          <w:rFonts w:ascii="Corbel" w:hAnsi="Corbel"/>
          <w:sz w:val="24"/>
          <w:szCs w:val="24"/>
        </w:rPr>
        <w:t>202</w:t>
      </w:r>
      <w:r w:rsidR="008B4262">
        <w:rPr>
          <w:rFonts w:ascii="Corbel" w:hAnsi="Corbel"/>
          <w:sz w:val="24"/>
          <w:szCs w:val="24"/>
        </w:rPr>
        <w:t>2</w:t>
      </w:r>
      <w:r w:rsidR="003F3149" w:rsidRPr="002F4204">
        <w:rPr>
          <w:rFonts w:ascii="Corbel" w:hAnsi="Corbel"/>
          <w:sz w:val="24"/>
          <w:szCs w:val="24"/>
        </w:rPr>
        <w:t>/202</w:t>
      </w:r>
      <w:r w:rsidR="008B4262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2E69C1B6" w14:textId="77777777" w:rsidR="0085747A" w:rsidRPr="002F42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393F95" w14:textId="77777777" w:rsidR="0085747A" w:rsidRPr="002F420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4204">
        <w:rPr>
          <w:rFonts w:ascii="Corbel" w:hAnsi="Corbel"/>
          <w:szCs w:val="24"/>
        </w:rPr>
        <w:t xml:space="preserve">1. </w:t>
      </w:r>
      <w:r w:rsidR="0085747A" w:rsidRPr="002F4204">
        <w:rPr>
          <w:rFonts w:ascii="Corbel" w:hAnsi="Corbel"/>
          <w:szCs w:val="24"/>
        </w:rPr>
        <w:t xml:space="preserve">Podstawowe </w:t>
      </w:r>
      <w:r w:rsidR="00445970" w:rsidRPr="002F420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F4204" w14:paraId="0E48CB7C" w14:textId="77777777" w:rsidTr="00FC4E1B">
        <w:tc>
          <w:tcPr>
            <w:tcW w:w="2694" w:type="dxa"/>
            <w:vAlign w:val="center"/>
          </w:tcPr>
          <w:p w14:paraId="7148F026" w14:textId="77777777" w:rsidR="0085747A" w:rsidRPr="002F420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31C46A" w14:textId="57CEA1E5" w:rsidR="0085747A" w:rsidRPr="002F4204" w:rsidRDefault="0057279C" w:rsidP="00985C8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dydaktyka osób ze spektrum autyzmu</w:t>
            </w:r>
          </w:p>
        </w:tc>
      </w:tr>
      <w:tr w:rsidR="0085747A" w:rsidRPr="002F4204" w14:paraId="08105195" w14:textId="77777777" w:rsidTr="00FC4E1B">
        <w:tc>
          <w:tcPr>
            <w:tcW w:w="2694" w:type="dxa"/>
            <w:vAlign w:val="center"/>
          </w:tcPr>
          <w:p w14:paraId="19B317A3" w14:textId="77777777" w:rsidR="0085747A" w:rsidRPr="002F420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F420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9E758D" w14:textId="71ABAC3C" w:rsidR="0085747A" w:rsidRPr="002F4204" w:rsidRDefault="00572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F4204" w14:paraId="12968519" w14:textId="77777777" w:rsidTr="00FC4E1B">
        <w:tc>
          <w:tcPr>
            <w:tcW w:w="2694" w:type="dxa"/>
            <w:vAlign w:val="center"/>
          </w:tcPr>
          <w:p w14:paraId="75166CCF" w14:textId="77777777" w:rsidR="0085747A" w:rsidRPr="002F4204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N</w:t>
            </w:r>
            <w:r w:rsidR="0085747A" w:rsidRPr="002F420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F420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593D6D" w14:textId="44033DB7" w:rsidR="0085747A" w:rsidRPr="002F4204" w:rsidRDefault="007A265C" w:rsidP="005727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F4204" w14:paraId="68759886" w14:textId="77777777" w:rsidTr="00FC4E1B">
        <w:tc>
          <w:tcPr>
            <w:tcW w:w="2694" w:type="dxa"/>
            <w:vAlign w:val="center"/>
          </w:tcPr>
          <w:p w14:paraId="337CC55B" w14:textId="77777777"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AC1384" w14:textId="22D1BEBC" w:rsidR="0085747A" w:rsidRPr="002F4204" w:rsidRDefault="0057279C" w:rsidP="005727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F4204" w14:paraId="2B424A26" w14:textId="77777777" w:rsidTr="00FC4E1B">
        <w:tc>
          <w:tcPr>
            <w:tcW w:w="2694" w:type="dxa"/>
            <w:vAlign w:val="center"/>
          </w:tcPr>
          <w:p w14:paraId="02694A43" w14:textId="77777777"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52B04D" w14:textId="7F0B6C54" w:rsidR="0085747A" w:rsidRPr="002F4204" w:rsidRDefault="00572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F4204" w14:paraId="695FF0F0" w14:textId="77777777" w:rsidTr="00FC4E1B">
        <w:tc>
          <w:tcPr>
            <w:tcW w:w="2694" w:type="dxa"/>
            <w:vAlign w:val="center"/>
          </w:tcPr>
          <w:p w14:paraId="29236BEC" w14:textId="77777777" w:rsidR="0085747A" w:rsidRPr="002F420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F00796" w14:textId="424CD1F4" w:rsidR="0085747A" w:rsidRPr="002F4204" w:rsidRDefault="00572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853B6" w:rsidRPr="002F4204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B853B6" w:rsidRPr="002F4204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2F4204" w14:paraId="61A39FE9" w14:textId="77777777" w:rsidTr="00FC4E1B">
        <w:tc>
          <w:tcPr>
            <w:tcW w:w="2694" w:type="dxa"/>
            <w:vAlign w:val="center"/>
          </w:tcPr>
          <w:p w14:paraId="20AB1329" w14:textId="77777777"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0ADBEB" w14:textId="14437296" w:rsidR="0085747A" w:rsidRPr="002F4204" w:rsidRDefault="00FC4E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265C" w:rsidRPr="002F420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2F4204" w14:paraId="1ADA4BD9" w14:textId="77777777" w:rsidTr="00FC4E1B">
        <w:tc>
          <w:tcPr>
            <w:tcW w:w="2694" w:type="dxa"/>
            <w:vAlign w:val="center"/>
          </w:tcPr>
          <w:p w14:paraId="5D3A89CE" w14:textId="77777777"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C58DB6" w14:textId="54FFFDE9" w:rsidR="0085747A" w:rsidRPr="002F4204" w:rsidRDefault="00FC4E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A265C" w:rsidRPr="002F4204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2F4204" w14:paraId="7EB48CE6" w14:textId="77777777" w:rsidTr="00FC4E1B">
        <w:tc>
          <w:tcPr>
            <w:tcW w:w="2694" w:type="dxa"/>
            <w:vAlign w:val="center"/>
          </w:tcPr>
          <w:p w14:paraId="439C774F" w14:textId="77777777"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F4204">
              <w:rPr>
                <w:rFonts w:ascii="Corbel" w:hAnsi="Corbel"/>
                <w:sz w:val="24"/>
                <w:szCs w:val="24"/>
              </w:rPr>
              <w:t>/y</w:t>
            </w:r>
            <w:r w:rsidRPr="002F420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99E35F" w14:textId="504F10A2" w:rsidR="0085747A" w:rsidRPr="002F4204" w:rsidRDefault="003F3149" w:rsidP="005727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57279C" w:rsidRPr="002F4204">
              <w:rPr>
                <w:rFonts w:ascii="Corbel" w:hAnsi="Corbel"/>
                <w:b w:val="0"/>
                <w:sz w:val="24"/>
                <w:szCs w:val="24"/>
              </w:rPr>
              <w:t>4 semestr</w:t>
            </w:r>
          </w:p>
        </w:tc>
      </w:tr>
      <w:tr w:rsidR="00FC4E1B" w:rsidRPr="002F4204" w14:paraId="03866D38" w14:textId="77777777" w:rsidTr="00FC4E1B">
        <w:tc>
          <w:tcPr>
            <w:tcW w:w="2694" w:type="dxa"/>
            <w:vAlign w:val="center"/>
          </w:tcPr>
          <w:p w14:paraId="6F8E4824" w14:textId="77777777" w:rsidR="00FC4E1B" w:rsidRPr="002F4204" w:rsidRDefault="00FC4E1B" w:rsidP="00FC4E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0727F32" w14:textId="17669BF6" w:rsidR="00985C85" w:rsidRPr="002F4204" w:rsidRDefault="00E05A8D" w:rsidP="00571F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985C85" w:rsidRPr="002F4204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1F2A" w:rsidRPr="002F4204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985C85" w:rsidRPr="002F4204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C4E1B" w:rsidRPr="002F4204" w14:paraId="06DFC551" w14:textId="77777777" w:rsidTr="00FC4E1B">
        <w:tc>
          <w:tcPr>
            <w:tcW w:w="2694" w:type="dxa"/>
            <w:vAlign w:val="center"/>
          </w:tcPr>
          <w:p w14:paraId="5718BED4" w14:textId="77777777" w:rsidR="00FC4E1B" w:rsidRPr="002F4204" w:rsidRDefault="00FC4E1B" w:rsidP="00FC4E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5DC1C6" w14:textId="635FE748" w:rsidR="00FC4E1B" w:rsidRPr="002F4204" w:rsidRDefault="00E05A8D" w:rsidP="00FC4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C4E1B" w:rsidRPr="002F420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C4E1B" w:rsidRPr="002F4204" w14:paraId="0480BEED" w14:textId="77777777" w:rsidTr="00FC4E1B">
        <w:tc>
          <w:tcPr>
            <w:tcW w:w="2694" w:type="dxa"/>
            <w:vAlign w:val="center"/>
          </w:tcPr>
          <w:p w14:paraId="51A1559E" w14:textId="77777777" w:rsidR="00FC4E1B" w:rsidRPr="002F4204" w:rsidRDefault="00FC4E1B" w:rsidP="00FC4E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5E7A25" w14:textId="4D5AD3A8" w:rsidR="00FC4E1B" w:rsidRPr="002F4204" w:rsidRDefault="00FC4E1B" w:rsidP="00FC4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2F4204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="00E05A8D" w:rsidRPr="002F4204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="00E05A8D" w:rsidRPr="002F4204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FC4E1B" w:rsidRPr="002F4204" w14:paraId="3CA104B0" w14:textId="77777777" w:rsidTr="00FC4E1B">
        <w:tc>
          <w:tcPr>
            <w:tcW w:w="2694" w:type="dxa"/>
            <w:vAlign w:val="center"/>
          </w:tcPr>
          <w:p w14:paraId="5A2949A3" w14:textId="77777777" w:rsidR="00FC4E1B" w:rsidRPr="002F4204" w:rsidRDefault="00FC4E1B" w:rsidP="00FC4E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FACD40" w14:textId="6489E895" w:rsidR="00FC4E1B" w:rsidRPr="002F4204" w:rsidRDefault="00E05A8D" w:rsidP="00FC4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Dr Agnieszka Łaba – </w:t>
            </w:r>
            <w:proofErr w:type="spellStart"/>
            <w:r w:rsidRPr="002F4204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14:paraId="083DB845" w14:textId="77777777" w:rsidR="0085747A" w:rsidRPr="002F4204" w:rsidRDefault="0085747A" w:rsidP="00E05A8D">
      <w:pPr>
        <w:pStyle w:val="Podpunkty"/>
        <w:ind w:left="0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 xml:space="preserve">* </w:t>
      </w:r>
      <w:r w:rsidRPr="002F4204">
        <w:rPr>
          <w:rFonts w:ascii="Corbel" w:hAnsi="Corbel"/>
          <w:i/>
          <w:sz w:val="24"/>
          <w:szCs w:val="24"/>
        </w:rPr>
        <w:t>-</w:t>
      </w:r>
      <w:r w:rsidR="00B90885" w:rsidRPr="002F420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F4204">
        <w:rPr>
          <w:rFonts w:ascii="Corbel" w:hAnsi="Corbel"/>
          <w:b w:val="0"/>
          <w:sz w:val="24"/>
          <w:szCs w:val="24"/>
        </w:rPr>
        <w:t>e,</w:t>
      </w:r>
      <w:r w:rsidRPr="002F4204">
        <w:rPr>
          <w:rFonts w:ascii="Corbel" w:hAnsi="Corbel"/>
          <w:i/>
          <w:sz w:val="24"/>
          <w:szCs w:val="24"/>
        </w:rPr>
        <w:t xml:space="preserve"> </w:t>
      </w:r>
      <w:r w:rsidRPr="002F420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F4204">
        <w:rPr>
          <w:rFonts w:ascii="Corbel" w:hAnsi="Corbel"/>
          <w:b w:val="0"/>
          <w:i/>
          <w:sz w:val="24"/>
          <w:szCs w:val="24"/>
        </w:rPr>
        <w:t>w Jednostce</w:t>
      </w:r>
    </w:p>
    <w:p w14:paraId="42D2EADC" w14:textId="77777777" w:rsidR="00923D7D" w:rsidRPr="002F420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88D1D0" w14:textId="77777777" w:rsidR="0085747A" w:rsidRPr="002F420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>1.</w:t>
      </w:r>
      <w:r w:rsidR="00E22FBC" w:rsidRPr="002F4204">
        <w:rPr>
          <w:rFonts w:ascii="Corbel" w:hAnsi="Corbel"/>
          <w:sz w:val="24"/>
          <w:szCs w:val="24"/>
        </w:rPr>
        <w:t>1</w:t>
      </w:r>
      <w:r w:rsidRPr="002F420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E5F4E1" w14:textId="77777777" w:rsidR="00923D7D" w:rsidRPr="002F420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2F4204" w14:paraId="0B759D95" w14:textId="77777777" w:rsidTr="00E05A8D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06D3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Semestr</w:t>
            </w:r>
          </w:p>
          <w:p w14:paraId="06429124" w14:textId="77777777" w:rsidR="00015B8F" w:rsidRPr="002F420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(</w:t>
            </w:r>
            <w:r w:rsidR="00363F78" w:rsidRPr="002F420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6C64E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4204">
              <w:rPr>
                <w:rFonts w:ascii="Corbel" w:hAnsi="Corbel"/>
                <w:szCs w:val="24"/>
              </w:rPr>
              <w:t>Wykł</w:t>
            </w:r>
            <w:proofErr w:type="spellEnd"/>
            <w:r w:rsidRPr="002F42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268F7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1A245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4204">
              <w:rPr>
                <w:rFonts w:ascii="Corbel" w:hAnsi="Corbel"/>
                <w:szCs w:val="24"/>
              </w:rPr>
              <w:t>Konw</w:t>
            </w:r>
            <w:proofErr w:type="spellEnd"/>
            <w:r w:rsidRPr="002F42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2968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2378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4204">
              <w:rPr>
                <w:rFonts w:ascii="Corbel" w:hAnsi="Corbel"/>
                <w:szCs w:val="24"/>
              </w:rPr>
              <w:t>Sem</w:t>
            </w:r>
            <w:proofErr w:type="spellEnd"/>
            <w:r w:rsidRPr="002F42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7E45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0871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4204">
              <w:rPr>
                <w:rFonts w:ascii="Corbel" w:hAnsi="Corbel"/>
                <w:szCs w:val="24"/>
              </w:rPr>
              <w:t>Prakt</w:t>
            </w:r>
            <w:proofErr w:type="spellEnd"/>
            <w:r w:rsidRPr="002F42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95B1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7B73" w14:textId="77777777"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4204">
              <w:rPr>
                <w:rFonts w:ascii="Corbel" w:hAnsi="Corbel"/>
                <w:b/>
                <w:szCs w:val="24"/>
              </w:rPr>
              <w:t>Liczba pkt</w:t>
            </w:r>
            <w:r w:rsidR="00B90885" w:rsidRPr="002F4204">
              <w:rPr>
                <w:rFonts w:ascii="Corbel" w:hAnsi="Corbel"/>
                <w:b/>
                <w:szCs w:val="24"/>
              </w:rPr>
              <w:t>.</w:t>
            </w:r>
            <w:r w:rsidRPr="002F420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05A8D" w:rsidRPr="002F4204" w14:paraId="029ACFFF" w14:textId="77777777" w:rsidTr="00E05A8D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12E7" w14:textId="082A2D9A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BC" w14:textId="19AC7E10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3184" w14:textId="77777777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7515" w14:textId="77777777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A88D" w14:textId="77777777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283B" w14:textId="77777777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0E6B" w14:textId="77777777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CE13" w14:textId="77777777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9960" w14:textId="77777777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E173" w14:textId="096CEECD"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4204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1D2FA317" w14:textId="77777777" w:rsidR="00923D7D" w:rsidRPr="002F420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9067D8" w14:textId="77777777" w:rsidR="00923D7D" w:rsidRPr="002F420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ECB60B" w14:textId="77777777" w:rsidR="0085747A" w:rsidRPr="002F420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>1.</w:t>
      </w:r>
      <w:r w:rsidR="00E22FBC" w:rsidRPr="002F4204">
        <w:rPr>
          <w:rFonts w:ascii="Corbel" w:hAnsi="Corbel"/>
          <w:smallCaps w:val="0"/>
          <w:szCs w:val="24"/>
        </w:rPr>
        <w:t>2</w:t>
      </w:r>
      <w:r w:rsidR="00F83B28" w:rsidRPr="002F4204">
        <w:rPr>
          <w:rFonts w:ascii="Corbel" w:hAnsi="Corbel"/>
          <w:smallCaps w:val="0"/>
          <w:szCs w:val="24"/>
        </w:rPr>
        <w:t>.</w:t>
      </w:r>
      <w:r w:rsidR="00F83B28" w:rsidRPr="002F4204">
        <w:rPr>
          <w:rFonts w:ascii="Corbel" w:hAnsi="Corbel"/>
          <w:smallCaps w:val="0"/>
          <w:szCs w:val="24"/>
        </w:rPr>
        <w:tab/>
      </w:r>
      <w:r w:rsidRPr="002F4204">
        <w:rPr>
          <w:rFonts w:ascii="Corbel" w:hAnsi="Corbel"/>
          <w:smallCaps w:val="0"/>
          <w:szCs w:val="24"/>
        </w:rPr>
        <w:t xml:space="preserve">Sposób realizacji zajęć  </w:t>
      </w:r>
    </w:p>
    <w:p w14:paraId="05E4A822" w14:textId="77777777" w:rsidR="00E05A8D" w:rsidRPr="002F4204" w:rsidRDefault="00E05A8D" w:rsidP="00E05A8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eastAsia="MS Gothic" w:hAnsi="Corbel"/>
          <w:b w:val="0"/>
          <w:szCs w:val="24"/>
        </w:rPr>
        <w:sym w:font="Wingdings" w:char="F078"/>
      </w:r>
      <w:r w:rsidRPr="002F4204">
        <w:rPr>
          <w:rFonts w:ascii="Corbel" w:eastAsia="MS Gothic" w:hAnsi="Corbel"/>
          <w:b w:val="0"/>
          <w:szCs w:val="24"/>
        </w:rPr>
        <w:t xml:space="preserve"> </w:t>
      </w:r>
      <w:r w:rsidRPr="002F420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012E6DC" w14:textId="77777777" w:rsidR="00E05A8D" w:rsidRPr="002F4204" w:rsidRDefault="00E05A8D" w:rsidP="00E05A8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4204">
        <w:rPr>
          <w:rFonts w:ascii="MS Gothic" w:eastAsia="MS Gothic" w:hAnsi="MS Gothic" w:cs="MS Gothic" w:hint="eastAsia"/>
          <w:b w:val="0"/>
          <w:szCs w:val="24"/>
        </w:rPr>
        <w:t>☐</w:t>
      </w:r>
      <w:r w:rsidRPr="002F42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0576D5" w14:textId="77777777" w:rsidR="0085747A" w:rsidRPr="002F420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159115" w14:textId="5B074BB8" w:rsidR="00FC78D1" w:rsidRPr="002F420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1.3 </w:t>
      </w:r>
      <w:r w:rsidR="00F83B28" w:rsidRPr="002F4204">
        <w:rPr>
          <w:rFonts w:ascii="Corbel" w:hAnsi="Corbel"/>
          <w:smallCaps w:val="0"/>
          <w:szCs w:val="24"/>
        </w:rPr>
        <w:tab/>
      </w:r>
      <w:r w:rsidRPr="002F4204">
        <w:rPr>
          <w:rFonts w:ascii="Corbel" w:hAnsi="Corbel"/>
          <w:smallCaps w:val="0"/>
          <w:szCs w:val="24"/>
        </w:rPr>
        <w:t>For</w:t>
      </w:r>
      <w:r w:rsidR="00445970" w:rsidRPr="002F4204">
        <w:rPr>
          <w:rFonts w:ascii="Corbel" w:hAnsi="Corbel"/>
          <w:smallCaps w:val="0"/>
          <w:szCs w:val="24"/>
        </w:rPr>
        <w:t xml:space="preserve">ma zaliczenia przedmiotu </w:t>
      </w:r>
      <w:r w:rsidRPr="002F4204">
        <w:rPr>
          <w:rFonts w:ascii="Corbel" w:hAnsi="Corbel"/>
          <w:smallCaps w:val="0"/>
          <w:szCs w:val="24"/>
        </w:rPr>
        <w:t xml:space="preserve"> (z toku)</w:t>
      </w:r>
      <w:r w:rsidRPr="002F4204">
        <w:rPr>
          <w:rFonts w:ascii="Corbel" w:hAnsi="Corbel"/>
          <w:b w:val="0"/>
          <w:smallCaps w:val="0"/>
          <w:szCs w:val="24"/>
        </w:rPr>
        <w:t xml:space="preserve"> </w:t>
      </w:r>
    </w:p>
    <w:p w14:paraId="62ACBD71" w14:textId="49CEC08C" w:rsidR="00E22FBC" w:rsidRPr="002F4204" w:rsidRDefault="00FC78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ab/>
      </w:r>
      <w:r w:rsidRPr="002F4204">
        <w:rPr>
          <w:rFonts w:ascii="Corbel" w:hAnsi="Corbel"/>
          <w:b w:val="0"/>
          <w:smallCaps w:val="0"/>
          <w:szCs w:val="24"/>
        </w:rPr>
        <w:t>zaliczenie bez oceny</w:t>
      </w:r>
    </w:p>
    <w:p w14:paraId="66F0B171" w14:textId="77777777" w:rsidR="00E960BB" w:rsidRPr="002F420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D43C8E" w14:textId="77777777" w:rsidR="00E960BB" w:rsidRPr="002F42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F420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F4204" w14:paraId="0E2971C2" w14:textId="77777777" w:rsidTr="00745302">
        <w:tc>
          <w:tcPr>
            <w:tcW w:w="9670" w:type="dxa"/>
          </w:tcPr>
          <w:p w14:paraId="298C8079" w14:textId="0D03D7FA" w:rsidR="0085747A" w:rsidRPr="002F4204" w:rsidRDefault="009659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zakresu pedagogiki ogólnej, psychologii rozwojowej i z historii pedagogiki specjalnej.</w:t>
            </w:r>
          </w:p>
        </w:tc>
      </w:tr>
    </w:tbl>
    <w:p w14:paraId="66FDE41C" w14:textId="77777777" w:rsidR="00153C41" w:rsidRPr="002F420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99CD3A" w14:textId="77777777" w:rsidR="00FC78D1" w:rsidRPr="002F4204" w:rsidRDefault="00FC78D1" w:rsidP="009C54AE">
      <w:pPr>
        <w:pStyle w:val="Punktygwne"/>
        <w:spacing w:before="0" w:after="0"/>
        <w:rPr>
          <w:rFonts w:ascii="Corbel" w:hAnsi="Corbel"/>
          <w:szCs w:val="24"/>
        </w:rPr>
        <w:sectPr w:rsidR="00FC78D1" w:rsidRPr="002F420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524EEB3" w14:textId="1BBD9214" w:rsidR="0085747A" w:rsidRPr="002F420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F4204">
        <w:rPr>
          <w:rFonts w:ascii="Corbel" w:hAnsi="Corbel"/>
          <w:szCs w:val="24"/>
        </w:rPr>
        <w:lastRenderedPageBreak/>
        <w:t>3.</w:t>
      </w:r>
      <w:r w:rsidR="0085747A" w:rsidRPr="002F4204">
        <w:rPr>
          <w:rFonts w:ascii="Corbel" w:hAnsi="Corbel"/>
          <w:szCs w:val="24"/>
        </w:rPr>
        <w:t xml:space="preserve"> </w:t>
      </w:r>
      <w:r w:rsidR="00A84C85" w:rsidRPr="002F4204">
        <w:rPr>
          <w:rFonts w:ascii="Corbel" w:hAnsi="Corbel"/>
          <w:szCs w:val="24"/>
        </w:rPr>
        <w:t>cele, efekty uczenia się</w:t>
      </w:r>
      <w:r w:rsidR="0085747A" w:rsidRPr="002F4204">
        <w:rPr>
          <w:rFonts w:ascii="Corbel" w:hAnsi="Corbel"/>
          <w:szCs w:val="24"/>
        </w:rPr>
        <w:t xml:space="preserve"> , treści Programowe i stosowane metody Dydaktyczne</w:t>
      </w:r>
    </w:p>
    <w:p w14:paraId="64E60B69" w14:textId="77777777" w:rsidR="0085747A" w:rsidRPr="002F42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50B8CC" w14:textId="77777777" w:rsidR="0085747A" w:rsidRPr="002F420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 xml:space="preserve">3.1 </w:t>
      </w:r>
      <w:r w:rsidR="00C05F44" w:rsidRPr="002F4204">
        <w:rPr>
          <w:rFonts w:ascii="Corbel" w:hAnsi="Corbel"/>
          <w:sz w:val="24"/>
          <w:szCs w:val="24"/>
        </w:rPr>
        <w:t>Cele przedmiotu</w:t>
      </w:r>
    </w:p>
    <w:p w14:paraId="7BCE5B66" w14:textId="77777777" w:rsidR="00F83B28" w:rsidRPr="002F420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854E3" w:rsidRPr="002F4204" w14:paraId="53E456AF" w14:textId="77777777" w:rsidTr="007854E3">
        <w:tc>
          <w:tcPr>
            <w:tcW w:w="845" w:type="dxa"/>
            <w:vAlign w:val="center"/>
          </w:tcPr>
          <w:p w14:paraId="36954A79" w14:textId="77777777" w:rsidR="007854E3" w:rsidRPr="002F4204" w:rsidRDefault="007854E3" w:rsidP="007854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9AEE69B" w14:textId="441E61D3" w:rsidR="007854E3" w:rsidRPr="002F4204" w:rsidRDefault="007854E3" w:rsidP="007854E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założeniami dydaktyki osób z zaburzeniami ze spektrum autyzmu organizowanej w polskim systemie edukacji w kontekście prawnych i ekonomicznych uwarunkowań instytucji kształcących.  </w:t>
            </w:r>
          </w:p>
        </w:tc>
      </w:tr>
      <w:tr w:rsidR="007854E3" w:rsidRPr="002F4204" w14:paraId="4E6BE2B1" w14:textId="77777777" w:rsidTr="007854E3">
        <w:tc>
          <w:tcPr>
            <w:tcW w:w="845" w:type="dxa"/>
            <w:vAlign w:val="center"/>
          </w:tcPr>
          <w:p w14:paraId="79DE4978" w14:textId="6A4DCCB8" w:rsidR="007854E3" w:rsidRPr="002F4204" w:rsidRDefault="007854E3" w:rsidP="007854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C</w:t>
            </w:r>
            <w:r w:rsidRPr="002F4204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14:paraId="0B42A40F" w14:textId="7F390E28" w:rsidR="007854E3" w:rsidRPr="002F4204" w:rsidRDefault="007854E3" w:rsidP="007854E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metodami i technikami organizowania zajęć dydaktycznych z uwzględnieniem indywidualnych potrzeb uczniów z autyzmem i zasad etyki pedagogicznej.</w:t>
            </w:r>
          </w:p>
        </w:tc>
      </w:tr>
      <w:tr w:rsidR="007854E3" w:rsidRPr="002F4204" w14:paraId="39AB780E" w14:textId="77777777" w:rsidTr="007854E3">
        <w:tc>
          <w:tcPr>
            <w:tcW w:w="845" w:type="dxa"/>
            <w:vAlign w:val="center"/>
          </w:tcPr>
          <w:p w14:paraId="1BE46D2E" w14:textId="15753D65" w:rsidR="007854E3" w:rsidRPr="002F4204" w:rsidRDefault="007854E3" w:rsidP="007854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A5F01E" w14:textId="59CF00F6" w:rsidR="007854E3" w:rsidRPr="002F4204" w:rsidRDefault="007854E3" w:rsidP="007854E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>Doskonalenie kompetencji pedagogicznych słuchaczy w zakresie organizacji zajęć dydaktycznych</w:t>
            </w:r>
            <w:r w:rsidR="00933E81" w:rsidRPr="002F4204">
              <w:rPr>
                <w:rFonts w:ascii="Corbel" w:hAnsi="Corbel"/>
                <w:b w:val="0"/>
                <w:bCs/>
                <w:sz w:val="24"/>
                <w:szCs w:val="24"/>
              </w:rPr>
              <w:t>, wychowawczych i terapeutycznych</w:t>
            </w: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przeznaczonych dla uczniów </w:t>
            </w:r>
            <w:r w:rsidR="00231CBC" w:rsidRPr="002F4204"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>z autyzmem.</w:t>
            </w:r>
          </w:p>
        </w:tc>
      </w:tr>
    </w:tbl>
    <w:p w14:paraId="02298B3B" w14:textId="77777777"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CEF741" w14:textId="77777777" w:rsidR="001D7B54" w:rsidRPr="002F420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b/>
          <w:sz w:val="24"/>
          <w:szCs w:val="24"/>
        </w:rPr>
        <w:t xml:space="preserve">3.2 </w:t>
      </w:r>
      <w:r w:rsidR="001D7B54" w:rsidRPr="002F4204">
        <w:rPr>
          <w:rFonts w:ascii="Corbel" w:hAnsi="Corbel"/>
          <w:b/>
          <w:sz w:val="24"/>
          <w:szCs w:val="24"/>
        </w:rPr>
        <w:t xml:space="preserve">Efekty </w:t>
      </w:r>
      <w:r w:rsidR="00C05F44" w:rsidRPr="002F420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F4204">
        <w:rPr>
          <w:rFonts w:ascii="Corbel" w:hAnsi="Corbel"/>
          <w:b/>
          <w:sz w:val="24"/>
          <w:szCs w:val="24"/>
        </w:rPr>
        <w:t>dla przedmiotu</w:t>
      </w:r>
      <w:r w:rsidR="00445970" w:rsidRPr="002F4204">
        <w:rPr>
          <w:rFonts w:ascii="Corbel" w:hAnsi="Corbel"/>
          <w:sz w:val="24"/>
          <w:szCs w:val="24"/>
        </w:rPr>
        <w:t xml:space="preserve"> </w:t>
      </w:r>
    </w:p>
    <w:p w14:paraId="34F04186" w14:textId="77777777" w:rsidR="001D7B54" w:rsidRPr="002F420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350"/>
        <w:gridCol w:w="1865"/>
      </w:tblGrid>
      <w:tr w:rsidR="0085747A" w:rsidRPr="002F4204" w14:paraId="0CBA65E6" w14:textId="77777777" w:rsidTr="00A76B3B">
        <w:tc>
          <w:tcPr>
            <w:tcW w:w="1305" w:type="dxa"/>
            <w:vAlign w:val="center"/>
          </w:tcPr>
          <w:p w14:paraId="000E720C" w14:textId="77777777" w:rsidR="0085747A" w:rsidRPr="002F420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F420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F420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50" w:type="dxa"/>
            <w:vAlign w:val="center"/>
          </w:tcPr>
          <w:p w14:paraId="4539EAF6" w14:textId="77777777" w:rsidR="0085747A" w:rsidRPr="002F420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9F7A679" w14:textId="77777777" w:rsidR="0085747A" w:rsidRPr="002F420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F420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11B9" w:rsidRPr="002F4204" w14:paraId="6D371DB1" w14:textId="77777777" w:rsidTr="00471893">
        <w:tc>
          <w:tcPr>
            <w:tcW w:w="1305" w:type="dxa"/>
          </w:tcPr>
          <w:p w14:paraId="65E3D848" w14:textId="77777777"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r w:rsidRPr="002F4204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350" w:type="dxa"/>
          </w:tcPr>
          <w:p w14:paraId="2DEAB0FE" w14:textId="4072A0CD" w:rsidR="00A76B3B" w:rsidRPr="002F4204" w:rsidRDefault="00C911B9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 xml:space="preserve">Student </w:t>
            </w:r>
            <w:r w:rsidR="00245B9C" w:rsidRPr="002F4204">
              <w:rPr>
                <w:rFonts w:ascii="Corbel" w:hAnsi="Corbel"/>
                <w:bCs/>
                <w:sz w:val="24"/>
                <w:szCs w:val="24"/>
              </w:rPr>
              <w:t xml:space="preserve">opisze miejsce dydaktyki specjalnej w edukacji </w:t>
            </w:r>
            <w:r w:rsidR="00231CBC" w:rsidRPr="002F4204">
              <w:rPr>
                <w:rFonts w:ascii="Corbel" w:hAnsi="Corbel"/>
                <w:bCs/>
                <w:sz w:val="24"/>
                <w:szCs w:val="24"/>
              </w:rPr>
              <w:br/>
            </w:r>
            <w:r w:rsidR="00245B9C" w:rsidRPr="002F4204">
              <w:rPr>
                <w:rFonts w:ascii="Corbel" w:hAnsi="Corbel"/>
                <w:bCs/>
                <w:sz w:val="24"/>
                <w:szCs w:val="24"/>
              </w:rPr>
              <w:t>i</w:t>
            </w:r>
            <w:r w:rsidR="00231CBC" w:rsidRPr="002F4204">
              <w:rPr>
                <w:rFonts w:ascii="Corbel" w:hAnsi="Corbel"/>
                <w:bCs/>
                <w:sz w:val="24"/>
                <w:szCs w:val="24"/>
              </w:rPr>
              <w:t xml:space="preserve"> w</w:t>
            </w:r>
            <w:r w:rsidR="00245B9C" w:rsidRPr="002F4204">
              <w:rPr>
                <w:rFonts w:ascii="Corbel" w:hAnsi="Corbel"/>
                <w:bCs/>
                <w:sz w:val="24"/>
                <w:szCs w:val="24"/>
              </w:rPr>
              <w:t>ychowaniu osób z zaburzeniami ze spektrum autyzmu</w:t>
            </w:r>
            <w:r w:rsidR="00A76B3B" w:rsidRPr="002F4204">
              <w:rPr>
                <w:rFonts w:ascii="Corbel" w:hAnsi="Corbel"/>
                <w:bCs/>
                <w:sz w:val="24"/>
                <w:szCs w:val="24"/>
              </w:rPr>
              <w:t>,</w:t>
            </w:r>
          </w:p>
          <w:p w14:paraId="70ED370B" w14:textId="32C9E9F4" w:rsidR="00C911B9" w:rsidRPr="002F4204" w:rsidRDefault="00A76B3B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>powoła się na odpowiednią terminologię</w:t>
            </w:r>
            <w:r w:rsidR="006E2547" w:rsidRPr="002F4204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765889F" w14:textId="76F1601B"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W11.</w:t>
            </w:r>
          </w:p>
        </w:tc>
      </w:tr>
      <w:tr w:rsidR="00C911B9" w:rsidRPr="002F4204" w14:paraId="0CA876EE" w14:textId="77777777" w:rsidTr="00471893">
        <w:tc>
          <w:tcPr>
            <w:tcW w:w="1305" w:type="dxa"/>
          </w:tcPr>
          <w:p w14:paraId="767AF8A6" w14:textId="77777777"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50" w:type="dxa"/>
          </w:tcPr>
          <w:p w14:paraId="7D5DD6B6" w14:textId="05A4BBEA" w:rsidR="006E2547" w:rsidRPr="002F4204" w:rsidRDefault="0056538D" w:rsidP="00471893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 xml:space="preserve">Student </w:t>
            </w:r>
            <w:r w:rsidR="00C245D5" w:rsidRPr="002F4204">
              <w:rPr>
                <w:rFonts w:ascii="Corbel" w:hAnsi="Corbel"/>
                <w:sz w:val="24"/>
                <w:szCs w:val="24"/>
              </w:rPr>
              <w:t>opisze organ</w:t>
            </w:r>
            <w:r w:rsidR="006D13B4" w:rsidRPr="002F4204">
              <w:rPr>
                <w:rFonts w:ascii="Corbel" w:hAnsi="Corbel"/>
                <w:sz w:val="24"/>
                <w:szCs w:val="24"/>
              </w:rPr>
              <w:t>i</w:t>
            </w:r>
            <w:r w:rsidR="00C245D5" w:rsidRPr="002F4204">
              <w:rPr>
                <w:rFonts w:ascii="Corbel" w:hAnsi="Corbel"/>
                <w:sz w:val="24"/>
                <w:szCs w:val="24"/>
              </w:rPr>
              <w:t>zację</w:t>
            </w:r>
            <w:r w:rsidR="00C245D5" w:rsidRPr="002F4204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</w:t>
            </w:r>
            <w:r w:rsidR="00C245D5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procesu kształcenia jednostek </w:t>
            </w:r>
            <w:r w:rsidR="00231CBC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br/>
            </w:r>
            <w:r w:rsidR="00C245D5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>z</w:t>
            </w:r>
            <w:r w:rsidR="00231CBC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</w:t>
            </w:r>
            <w:r w:rsidR="00C245D5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zaburzeniami ze spektrum autyzmu w kontekście </w:t>
            </w:r>
            <w:r w:rsidR="006E2547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>r</w:t>
            </w:r>
            <w:r w:rsidR="006E2547" w:rsidRPr="002F4204">
              <w:rPr>
                <w:rStyle w:val="wrtext"/>
                <w:rFonts w:ascii="Corbel" w:hAnsi="Corbel"/>
                <w:sz w:val="24"/>
                <w:szCs w:val="24"/>
              </w:rPr>
              <w:t>egulacji</w:t>
            </w:r>
          </w:p>
          <w:p w14:paraId="66A1E121" w14:textId="7C3C608A" w:rsidR="00C911B9" w:rsidRPr="002F4204" w:rsidRDefault="006E2547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oświatowych.</w:t>
            </w:r>
          </w:p>
        </w:tc>
        <w:tc>
          <w:tcPr>
            <w:tcW w:w="1865" w:type="dxa"/>
            <w:vAlign w:val="center"/>
          </w:tcPr>
          <w:p w14:paraId="6B468D52" w14:textId="6DB64CF5"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W12.</w:t>
            </w:r>
          </w:p>
        </w:tc>
      </w:tr>
      <w:tr w:rsidR="00C911B9" w:rsidRPr="002F4204" w14:paraId="4CCCA010" w14:textId="77777777" w:rsidTr="00471893">
        <w:tc>
          <w:tcPr>
            <w:tcW w:w="1305" w:type="dxa"/>
          </w:tcPr>
          <w:p w14:paraId="35E750EB" w14:textId="309E9CD2"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50" w:type="dxa"/>
          </w:tcPr>
          <w:p w14:paraId="6D478835" w14:textId="33507EFA" w:rsidR="00A76B3B" w:rsidRPr="002F4204" w:rsidRDefault="0056538D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 xml:space="preserve">Student </w:t>
            </w:r>
            <w:r w:rsidR="00A76B3B" w:rsidRPr="002F4204">
              <w:rPr>
                <w:rFonts w:ascii="Corbel" w:hAnsi="Corbel"/>
                <w:sz w:val="24"/>
                <w:szCs w:val="24"/>
              </w:rPr>
              <w:t>oceni efektywność programów dydaktycznych,</w:t>
            </w:r>
          </w:p>
          <w:p w14:paraId="1AB61A95" w14:textId="32240594" w:rsidR="00A76B3B" w:rsidRPr="002F4204" w:rsidRDefault="00A76B3B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wychowawczych i terapeutycznych zwiększających</w:t>
            </w:r>
          </w:p>
          <w:p w14:paraId="061813A7" w14:textId="1BC9B0B7" w:rsidR="00C911B9" w:rsidRPr="002F4204" w:rsidRDefault="00C911B9" w:rsidP="0047189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umiejętności poznawcze i kompetencje społeczne </w:t>
            </w:r>
            <w:r w:rsidR="00A76B3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jednostek </w:t>
            </w:r>
            <w:r w:rsidR="00231CBC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A76B3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z zaburzeniami ze</w:t>
            </w:r>
            <w:r w:rsidR="0056538D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spektrum autyzmu </w:t>
            </w:r>
            <w:r w:rsidR="00E83749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zgodnie z przyjętymi uregulowaniami prawnymi.</w:t>
            </w:r>
          </w:p>
        </w:tc>
        <w:tc>
          <w:tcPr>
            <w:tcW w:w="1865" w:type="dxa"/>
            <w:vAlign w:val="center"/>
          </w:tcPr>
          <w:p w14:paraId="64B69DB2" w14:textId="68F1B02A"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U8.</w:t>
            </w:r>
          </w:p>
        </w:tc>
      </w:tr>
      <w:tr w:rsidR="00C911B9" w:rsidRPr="002F4204" w14:paraId="359C9ADA" w14:textId="77777777" w:rsidTr="00471893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9413" w14:textId="4ABB3D6C" w:rsidR="00C911B9" w:rsidRPr="002F4204" w:rsidRDefault="00C911B9" w:rsidP="00A44E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85F9" w14:textId="2AF6C08E" w:rsidR="006D13B4" w:rsidRPr="002F4204" w:rsidRDefault="005C4B6D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Student</w:t>
            </w:r>
            <w:r w:rsidR="0056538D" w:rsidRPr="002F4204">
              <w:rPr>
                <w:rFonts w:ascii="Corbel" w:hAnsi="Corbel"/>
                <w:sz w:val="24"/>
                <w:szCs w:val="24"/>
              </w:rPr>
              <w:t xml:space="preserve"> zaprojektuje</w:t>
            </w:r>
            <w:r w:rsidR="00A76B3B" w:rsidRPr="002F4204">
              <w:rPr>
                <w:rFonts w:ascii="Corbel" w:hAnsi="Corbel"/>
                <w:sz w:val="24"/>
                <w:szCs w:val="24"/>
              </w:rPr>
              <w:t xml:space="preserve"> </w:t>
            </w:r>
            <w:r w:rsidR="007A4A4B" w:rsidRPr="002F4204">
              <w:rPr>
                <w:rFonts w:ascii="Corbel" w:hAnsi="Corbel"/>
                <w:sz w:val="24"/>
                <w:szCs w:val="24"/>
              </w:rPr>
              <w:t>i oceni przygotowany przez siebie</w:t>
            </w:r>
          </w:p>
          <w:p w14:paraId="31387791" w14:textId="3A830585" w:rsidR="00C911B9" w:rsidRPr="002F4204" w:rsidRDefault="006E2547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projekt</w:t>
            </w:r>
            <w:r w:rsidR="007A4A4B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pracy z osobą z zaburzeniami ze spektrum autyzmu </w:t>
            </w:r>
            <w:r w:rsidR="00231CBC" w:rsidRPr="002F4204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="007A4A4B" w:rsidRPr="002F4204">
              <w:rPr>
                <w:rStyle w:val="wrtext"/>
                <w:rFonts w:ascii="Corbel" w:hAnsi="Corbel"/>
                <w:sz w:val="24"/>
                <w:szCs w:val="24"/>
              </w:rPr>
              <w:t>w</w:t>
            </w:r>
            <w:r w:rsidR="00231CBC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="007A4A4B" w:rsidRPr="002F4204">
              <w:rPr>
                <w:rStyle w:val="wrtext"/>
                <w:rFonts w:ascii="Corbel" w:hAnsi="Corbel"/>
                <w:sz w:val="24"/>
                <w:szCs w:val="24"/>
              </w:rPr>
              <w:t>oparciu o dostępne egzemplifikacje.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C745" w14:textId="40E987F7"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U11.</w:t>
            </w:r>
          </w:p>
        </w:tc>
      </w:tr>
      <w:tr w:rsidR="00C911B9" w:rsidRPr="002F4204" w14:paraId="3D6B4280" w14:textId="77777777" w:rsidTr="00471893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6F8A" w14:textId="316189F6"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F2DF" w14:textId="3A696322" w:rsidR="00C911B9" w:rsidRPr="002F4204" w:rsidRDefault="005C4B6D" w:rsidP="0047189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Student</w:t>
            </w:r>
            <w:r w:rsidR="007A4A4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oceni potrzebę rozwijania swojej wiedzy </w:t>
            </w:r>
            <w:r w:rsidR="00231CBC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7A4A4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z wykorzystaniem różnych źródeł oraz</w:t>
            </w:r>
            <w:r w:rsidR="00C911B9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umiejętności pedagogiczn</w:t>
            </w:r>
            <w:r w:rsidR="007A4A4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ych w projektowaniu działań dydaktycznych </w:t>
            </w:r>
            <w:r w:rsidR="00231CBC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7A4A4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w grupie osób z zburzeniami ze spektrum autyzmu.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4ADF" w14:textId="7DA49CE8"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U16.</w:t>
            </w:r>
          </w:p>
        </w:tc>
      </w:tr>
      <w:tr w:rsidR="00C911B9" w:rsidRPr="002F4204" w14:paraId="27872BD6" w14:textId="77777777" w:rsidTr="00471893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FB25" w14:textId="274FF836"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A1B1" w14:textId="780CF387" w:rsidR="00C911B9" w:rsidRPr="002F4204" w:rsidRDefault="005C4B6D" w:rsidP="0047189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Student</w:t>
            </w:r>
            <w:r w:rsidR="006E2547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opisze </w:t>
            </w:r>
            <w:r w:rsidR="00AB7157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miejsce wielospecjalistycznej diagnozy </w:t>
            </w:r>
            <w:r w:rsidR="00231CBC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AB7157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w identyfikowaniu potrzeb i umiejętności funkcjonalnych jednostek z zaburzeniami ze spektrum autyzmu w kontekście wychowania i nauczania.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E8AE" w14:textId="0B386C10"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U17.</w:t>
            </w:r>
          </w:p>
        </w:tc>
      </w:tr>
      <w:tr w:rsidR="00C911B9" w:rsidRPr="002F4204" w14:paraId="7CE75EEC" w14:textId="77777777" w:rsidTr="00471893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754E" w14:textId="4E8A6D5C"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690E" w14:textId="2F48FD8A" w:rsidR="00A640D0" w:rsidRPr="002F4204" w:rsidRDefault="005C4B6D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 xml:space="preserve">Student </w:t>
            </w:r>
            <w:r w:rsidR="006E2547" w:rsidRPr="002F4204">
              <w:rPr>
                <w:rFonts w:ascii="Corbel" w:hAnsi="Corbel"/>
                <w:bCs/>
                <w:sz w:val="24"/>
                <w:szCs w:val="24"/>
              </w:rPr>
              <w:t>opisze potrzebę  zindywidualizowanych działań na</w:t>
            </w:r>
          </w:p>
          <w:p w14:paraId="0B05EC88" w14:textId="76FB1F31" w:rsidR="00C911B9" w:rsidRPr="002F4204" w:rsidRDefault="006E2547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>rzecz  pracy z osobą z zaburzeniami ze spektrum autyzmu.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E3E9" w14:textId="0526D855"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K6.</w:t>
            </w:r>
          </w:p>
        </w:tc>
      </w:tr>
    </w:tbl>
    <w:p w14:paraId="61255CF4" w14:textId="77777777"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85093" w14:textId="77777777" w:rsidR="00471893" w:rsidRPr="002F4204" w:rsidRDefault="0047189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471893" w:rsidRPr="002F420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16BDFFE" w14:textId="4CEED5C8" w:rsidR="0085747A" w:rsidRPr="002F420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4204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2F4204">
        <w:rPr>
          <w:rFonts w:ascii="Corbel" w:hAnsi="Corbel"/>
          <w:b/>
          <w:sz w:val="24"/>
          <w:szCs w:val="24"/>
        </w:rPr>
        <w:t xml:space="preserve"> </w:t>
      </w:r>
      <w:r w:rsidR="0085747A" w:rsidRPr="002F4204">
        <w:rPr>
          <w:rFonts w:ascii="Corbel" w:hAnsi="Corbel"/>
          <w:b/>
          <w:sz w:val="24"/>
          <w:szCs w:val="24"/>
        </w:rPr>
        <w:t>T</w:t>
      </w:r>
      <w:r w:rsidR="001D7B54" w:rsidRPr="002F420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F4204">
        <w:rPr>
          <w:rFonts w:ascii="Corbel" w:hAnsi="Corbel"/>
          <w:sz w:val="24"/>
          <w:szCs w:val="24"/>
        </w:rPr>
        <w:t xml:space="preserve">  </w:t>
      </w:r>
      <w:r w:rsidR="002F4204">
        <w:rPr>
          <w:rFonts w:ascii="Corbel" w:hAnsi="Corbel"/>
          <w:sz w:val="24"/>
          <w:szCs w:val="24"/>
        </w:rPr>
        <w:t xml:space="preserve"> </w:t>
      </w:r>
    </w:p>
    <w:p w14:paraId="527D0DEE" w14:textId="77777777" w:rsidR="0085747A" w:rsidRPr="002F420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 xml:space="preserve">Problematyka wykładu </w:t>
      </w:r>
    </w:p>
    <w:p w14:paraId="228C4AA4" w14:textId="77777777" w:rsidR="00675843" w:rsidRPr="002F420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85747A" w:rsidRPr="002F4204" w14:paraId="699B27DE" w14:textId="77777777" w:rsidTr="002F4204">
        <w:tc>
          <w:tcPr>
            <w:tcW w:w="9378" w:type="dxa"/>
          </w:tcPr>
          <w:p w14:paraId="7B182D9F" w14:textId="77777777" w:rsidR="0085747A" w:rsidRPr="002F420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1B9" w:rsidRPr="002F4204" w14:paraId="6574F51C" w14:textId="77777777" w:rsidTr="002F4204">
        <w:tc>
          <w:tcPr>
            <w:tcW w:w="9378" w:type="dxa"/>
          </w:tcPr>
          <w:p w14:paraId="00555A47" w14:textId="018C35AC" w:rsidR="00C911B9" w:rsidRPr="002F4204" w:rsidRDefault="00C911B9" w:rsidP="001E072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Dydaktyka specjalna w edukacji i wychowaniu dzieci i młodzieży z </w:t>
            </w:r>
            <w:r w:rsidR="005C4B6D" w:rsidRPr="002F4204">
              <w:rPr>
                <w:rStyle w:val="wrtext"/>
                <w:rFonts w:ascii="Corbel" w:hAnsi="Corbel"/>
                <w:sz w:val="24"/>
                <w:szCs w:val="24"/>
              </w:rPr>
              <w:t>zaburzeniami ze spektrum</w:t>
            </w:r>
            <w:r w:rsidR="002F4204">
              <w:rPr>
                <w:rStyle w:val="wrtext"/>
                <w:rFonts w:ascii="Corbel" w:hAnsi="Corbel"/>
                <w:sz w:val="24"/>
                <w:szCs w:val="24"/>
              </w:rPr>
              <w:t xml:space="preserve"> a</w:t>
            </w:r>
            <w:r w:rsidR="005C4B6D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autyzm</w:t>
            </w:r>
            <w:r w:rsidR="005C4B6D" w:rsidRPr="002F4204">
              <w:rPr>
                <w:rStyle w:val="wrtext"/>
                <w:rFonts w:ascii="Corbel" w:hAnsi="Corbel"/>
                <w:sz w:val="24"/>
                <w:szCs w:val="24"/>
              </w:rPr>
              <w:t>u.</w:t>
            </w:r>
            <w:r w:rsidR="00A76B3B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432C7" w:rsidRPr="002F4204" w14:paraId="31577AA2" w14:textId="77777777" w:rsidTr="002F4204">
        <w:tc>
          <w:tcPr>
            <w:tcW w:w="9378" w:type="dxa"/>
          </w:tcPr>
          <w:p w14:paraId="724DE502" w14:textId="65098EDF" w:rsidR="002432C7" w:rsidRPr="002F4204" w:rsidRDefault="002432C7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Terminologia w dydaktyce specjalnej.</w:t>
            </w:r>
          </w:p>
        </w:tc>
      </w:tr>
      <w:tr w:rsidR="00245B9C" w:rsidRPr="002F4204" w14:paraId="2689F68A" w14:textId="77777777" w:rsidTr="002F4204">
        <w:tc>
          <w:tcPr>
            <w:tcW w:w="9378" w:type="dxa"/>
          </w:tcPr>
          <w:p w14:paraId="326A49AA" w14:textId="77777777" w:rsidR="002F4204" w:rsidRDefault="00245B9C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Organizacja procesu kształcenia jednostek z zaburzeniami ze spektrum autyzmu w </w:t>
            </w:r>
          </w:p>
          <w:p w14:paraId="2F09D054" w14:textId="29505E92" w:rsidR="00245B9C" w:rsidRPr="002F4204" w:rsidRDefault="002F4204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 </w:t>
            </w:r>
            <w:r w:rsidR="00245B9C" w:rsidRPr="002F4204">
              <w:rPr>
                <w:rStyle w:val="wrtext"/>
                <w:rFonts w:ascii="Corbel" w:hAnsi="Corbel"/>
                <w:sz w:val="24"/>
                <w:szCs w:val="24"/>
              </w:rPr>
              <w:t>kontekście uregulowań prawnych (prawo oświatowe, międzynarodowe).</w:t>
            </w:r>
            <w:r w:rsidR="00530EDE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="00245B9C" w:rsidRPr="002F4204">
              <w:rPr>
                <w:rStyle w:val="wrtext"/>
                <w:rFonts w:ascii="Corbel" w:hAnsi="Corbel"/>
                <w:sz w:val="24"/>
                <w:szCs w:val="24"/>
              </w:rPr>
              <w:t>Egzemplifikacje.</w:t>
            </w:r>
          </w:p>
        </w:tc>
      </w:tr>
      <w:tr w:rsidR="00245B9C" w:rsidRPr="002F4204" w14:paraId="46E675BA" w14:textId="77777777" w:rsidTr="002F4204">
        <w:tc>
          <w:tcPr>
            <w:tcW w:w="9378" w:type="dxa"/>
          </w:tcPr>
          <w:p w14:paraId="7D9E8F25" w14:textId="691737D8" w:rsidR="00245B9C" w:rsidRPr="002F4204" w:rsidRDefault="00245B9C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Dydaktyka osób z zaburzeniami ze spektrum autyzmu. Dostosowanie wymagań edukacyjnych do specjalnych potrzeb uczniów z zaburzeniami ze spektrum autyzmu.</w:t>
            </w:r>
          </w:p>
        </w:tc>
      </w:tr>
      <w:tr w:rsidR="00A76B3B" w:rsidRPr="002F4204" w14:paraId="58261AE7" w14:textId="77777777" w:rsidTr="002F4204">
        <w:tc>
          <w:tcPr>
            <w:tcW w:w="9378" w:type="dxa"/>
          </w:tcPr>
          <w:p w14:paraId="4F85B964" w14:textId="398D046B" w:rsidR="00A76B3B" w:rsidRPr="002F4204" w:rsidRDefault="00A76B3B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Planowanie i projektowanie pracy dydaktycznej, wychowawczej i terapeutycznej z dziećmi i młodzieżą z zaburzeniami ze spektrum autyzmu.</w:t>
            </w:r>
          </w:p>
        </w:tc>
      </w:tr>
      <w:tr w:rsidR="00E666D9" w:rsidRPr="002F4204" w14:paraId="65624EDE" w14:textId="77777777" w:rsidTr="002F4204">
        <w:tc>
          <w:tcPr>
            <w:tcW w:w="9378" w:type="dxa"/>
          </w:tcPr>
          <w:p w14:paraId="408FBD69" w14:textId="0B7B6318" w:rsidR="00E666D9" w:rsidRPr="002F4204" w:rsidRDefault="00E666D9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Miejsce dydaktyki specjalnej w wielospecjalistycznej ocenie poziomu funkcjonowania j</w:t>
            </w:r>
            <w:r w:rsidR="002F4204">
              <w:rPr>
                <w:rStyle w:val="wrtext"/>
                <w:rFonts w:ascii="Corbel" w:hAnsi="Corbel"/>
                <w:sz w:val="24"/>
                <w:szCs w:val="24"/>
              </w:rPr>
              <w:t xml:space="preserve">e </w:t>
            </w:r>
            <w:proofErr w:type="spellStart"/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ednostek</w:t>
            </w:r>
            <w:proofErr w:type="spellEnd"/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E666D9" w:rsidRPr="002F4204" w14:paraId="01E7F7B8" w14:textId="77777777" w:rsidTr="002F4204">
        <w:tc>
          <w:tcPr>
            <w:tcW w:w="9378" w:type="dxa"/>
          </w:tcPr>
          <w:p w14:paraId="5055AD58" w14:textId="5B150921" w:rsidR="00E666D9" w:rsidRPr="002F4204" w:rsidRDefault="00E666D9" w:rsidP="001E072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 xml:space="preserve">Przegląd i analiza przykładowych programów zajęć. </w:t>
            </w:r>
          </w:p>
        </w:tc>
      </w:tr>
    </w:tbl>
    <w:p w14:paraId="75320EFB" w14:textId="77777777" w:rsidR="0085747A" w:rsidRPr="002F42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59D49" w14:textId="77777777" w:rsidR="0085747A" w:rsidRPr="002F420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F4204">
        <w:rPr>
          <w:rFonts w:ascii="Corbel" w:hAnsi="Corbel"/>
          <w:sz w:val="24"/>
          <w:szCs w:val="24"/>
        </w:rPr>
        <w:t xml:space="preserve">, </w:t>
      </w:r>
      <w:r w:rsidRPr="002F4204">
        <w:rPr>
          <w:rFonts w:ascii="Corbel" w:hAnsi="Corbel"/>
          <w:sz w:val="24"/>
          <w:szCs w:val="24"/>
        </w:rPr>
        <w:t xml:space="preserve">zajęć praktycznych </w:t>
      </w:r>
    </w:p>
    <w:p w14:paraId="671FB4C9" w14:textId="161929CD" w:rsidR="0085747A" w:rsidRPr="002F4204" w:rsidRDefault="00D17B2F" w:rsidP="00D17B2F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>nie dotyczy</w:t>
      </w:r>
    </w:p>
    <w:p w14:paraId="646E1DFF" w14:textId="26CD2087"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81B80B" w14:textId="77777777" w:rsidR="0085747A" w:rsidRPr="002F420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>3.4 Metody dydaktyczne</w:t>
      </w:r>
      <w:r w:rsidRPr="002F4204">
        <w:rPr>
          <w:rFonts w:ascii="Corbel" w:hAnsi="Corbel"/>
          <w:b w:val="0"/>
          <w:smallCaps w:val="0"/>
          <w:szCs w:val="24"/>
        </w:rPr>
        <w:t xml:space="preserve"> </w:t>
      </w:r>
    </w:p>
    <w:p w14:paraId="5E7E7A3A" w14:textId="77777777"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BC1EC" w14:textId="25A53A08" w:rsidR="00E960BB" w:rsidRPr="002F4204" w:rsidRDefault="00C911B9" w:rsidP="00FC4E1B">
      <w:pPr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 xml:space="preserve">Wykład: wykład konwersatoryjny, </w:t>
      </w:r>
      <w:r w:rsidR="00A33FC0" w:rsidRPr="002F4204">
        <w:rPr>
          <w:rFonts w:ascii="Corbel" w:hAnsi="Corbel"/>
          <w:sz w:val="24"/>
          <w:szCs w:val="24"/>
        </w:rPr>
        <w:t xml:space="preserve">wykład problemowy, </w:t>
      </w:r>
      <w:r w:rsidRPr="002F4204">
        <w:rPr>
          <w:rFonts w:ascii="Corbel" w:hAnsi="Corbel"/>
          <w:sz w:val="24"/>
          <w:szCs w:val="24"/>
        </w:rPr>
        <w:t xml:space="preserve"> dyskusja.</w:t>
      </w:r>
    </w:p>
    <w:p w14:paraId="20DB4D88" w14:textId="77777777" w:rsidR="0085747A" w:rsidRPr="002F420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4. </w:t>
      </w:r>
      <w:r w:rsidR="0085747A" w:rsidRPr="002F4204">
        <w:rPr>
          <w:rFonts w:ascii="Corbel" w:hAnsi="Corbel"/>
          <w:smallCaps w:val="0"/>
          <w:szCs w:val="24"/>
        </w:rPr>
        <w:t>METODY I KRYTERIA OCENY</w:t>
      </w:r>
      <w:r w:rsidR="009F4610" w:rsidRPr="002F4204">
        <w:rPr>
          <w:rFonts w:ascii="Corbel" w:hAnsi="Corbel"/>
          <w:smallCaps w:val="0"/>
          <w:szCs w:val="24"/>
        </w:rPr>
        <w:t xml:space="preserve"> </w:t>
      </w:r>
    </w:p>
    <w:p w14:paraId="183A293C" w14:textId="77777777" w:rsidR="00923D7D" w:rsidRPr="002F420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C9993" w14:textId="77777777" w:rsidR="0085747A" w:rsidRPr="002F420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F4204">
        <w:rPr>
          <w:rFonts w:ascii="Corbel" w:hAnsi="Corbel"/>
          <w:smallCaps w:val="0"/>
          <w:szCs w:val="24"/>
        </w:rPr>
        <w:t>uczenia się</w:t>
      </w:r>
    </w:p>
    <w:p w14:paraId="37AC4769" w14:textId="77777777"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F4204" w14:paraId="144F9395" w14:textId="77777777" w:rsidTr="00DD70A8">
        <w:tc>
          <w:tcPr>
            <w:tcW w:w="1962" w:type="dxa"/>
            <w:vAlign w:val="center"/>
          </w:tcPr>
          <w:p w14:paraId="673C6B06" w14:textId="77777777" w:rsidR="0085747A" w:rsidRPr="002F420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E2A3E4" w14:textId="77777777" w:rsidR="0085747A" w:rsidRPr="002F420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B62C14" w14:textId="77777777" w:rsidR="0085747A" w:rsidRPr="002F420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559C06" w14:textId="064DA437" w:rsidR="0085747A" w:rsidRPr="002F4204" w:rsidRDefault="0085747A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D70A8" w:rsidRPr="002F4204" w14:paraId="507DB49C" w14:textId="77777777" w:rsidTr="00DD70A8">
        <w:tc>
          <w:tcPr>
            <w:tcW w:w="1962" w:type="dxa"/>
          </w:tcPr>
          <w:p w14:paraId="4BDD8934" w14:textId="77777777"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CE57413" w14:textId="4CAC88FD" w:rsidR="00F478B7" w:rsidRPr="002F4204" w:rsidRDefault="00F478B7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kolokwium</w:t>
            </w:r>
            <w:r w:rsidR="00EE241E" w:rsidRPr="002F4204">
              <w:rPr>
                <w:rFonts w:ascii="Corbel" w:hAnsi="Corbel"/>
                <w:b w:val="0"/>
                <w:szCs w:val="24"/>
              </w:rPr>
              <w:t>, wypowiedź studenta, dyskusja</w:t>
            </w:r>
          </w:p>
        </w:tc>
        <w:tc>
          <w:tcPr>
            <w:tcW w:w="2117" w:type="dxa"/>
          </w:tcPr>
          <w:p w14:paraId="59A2AAC2" w14:textId="6CA7D405"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DD70A8" w:rsidRPr="002F4204" w14:paraId="1F78EC53" w14:textId="77777777" w:rsidTr="00DD70A8">
        <w:tc>
          <w:tcPr>
            <w:tcW w:w="1962" w:type="dxa"/>
          </w:tcPr>
          <w:p w14:paraId="0186A03D" w14:textId="77777777"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4BDF64A" w14:textId="06338896" w:rsidR="00DD70A8" w:rsidRPr="002F4204" w:rsidRDefault="00EE241E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kolokwium, wypowiedź studenta, dyskusja</w:t>
            </w:r>
          </w:p>
        </w:tc>
        <w:tc>
          <w:tcPr>
            <w:tcW w:w="2117" w:type="dxa"/>
          </w:tcPr>
          <w:p w14:paraId="269E3C38" w14:textId="3800E6D9"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DD70A8" w:rsidRPr="002F4204" w14:paraId="7D9E64DD" w14:textId="77777777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DC2C" w14:textId="11C72CBB"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74E7" w14:textId="276C9AC5" w:rsidR="00DD70A8" w:rsidRPr="002F4204" w:rsidRDefault="00F478B7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917E" w14:textId="15A4D898"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F478B7" w:rsidRPr="002F4204" w14:paraId="3974D193" w14:textId="77777777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672C" w14:textId="5A8E7F8E"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EA9B" w14:textId="70EC2890"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4486" w14:textId="7015F6D0"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F478B7" w:rsidRPr="002F4204" w14:paraId="46ED2449" w14:textId="77777777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C8D9" w14:textId="18A3EDF7"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FB81" w14:textId="729BF148"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796D" w14:textId="15AA813A"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EE241E" w:rsidRPr="002F4204" w14:paraId="2A566F66" w14:textId="77777777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EE9F" w14:textId="107AA1BB"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0508" w14:textId="4B6724D4"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kolokwium, wypowiedź studenta,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D162" w14:textId="492C44B1"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EE241E" w:rsidRPr="002F4204" w14:paraId="2A23636B" w14:textId="77777777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6AE1" w14:textId="608A49E1"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16DF" w14:textId="4E387ACF"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kolokwium, wypowiedź studenta,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60BF" w14:textId="4254241A"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</w:tbl>
    <w:p w14:paraId="7D0F0247" w14:textId="77777777" w:rsidR="00923D7D" w:rsidRPr="002F420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6959" w14:textId="77777777" w:rsidR="0085747A" w:rsidRPr="002F420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4.2 </w:t>
      </w:r>
      <w:r w:rsidR="0085747A" w:rsidRPr="002F420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F4204">
        <w:rPr>
          <w:rFonts w:ascii="Corbel" w:hAnsi="Corbel"/>
          <w:smallCaps w:val="0"/>
          <w:szCs w:val="24"/>
        </w:rPr>
        <w:t xml:space="preserve"> </w:t>
      </w:r>
    </w:p>
    <w:p w14:paraId="39F14DD4" w14:textId="77777777" w:rsidR="00923D7D" w:rsidRPr="002F420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F4204" w14:paraId="598FF954" w14:textId="77777777" w:rsidTr="00923D7D">
        <w:tc>
          <w:tcPr>
            <w:tcW w:w="9670" w:type="dxa"/>
          </w:tcPr>
          <w:p w14:paraId="4BB1E939" w14:textId="01BCD1C7" w:rsidR="009B2CDD" w:rsidRPr="002F4204" w:rsidRDefault="00F70D39" w:rsidP="00DD70A8">
            <w:pPr>
              <w:pStyle w:val="Punktygwne"/>
              <w:spacing w:before="0" w:after="0"/>
              <w:rPr>
                <w:rStyle w:val="wrtext"/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DD70A8" w:rsidRPr="002F4204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 w:rsidR="009B2CDD"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konanie pracy projektowej </w:t>
            </w:r>
            <w:r w:rsidR="00C5707C"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C5707C" w:rsidRPr="002F4204">
              <w:rPr>
                <w:rStyle w:val="wrtext"/>
                <w:rFonts w:ascii="Corbel" w:hAnsi="Corbel"/>
                <w:b w:val="0"/>
                <w:bCs/>
                <w:smallCaps w:val="0"/>
                <w:szCs w:val="24"/>
              </w:rPr>
              <w:t>pracy z osobą z zaburzeniami ze spektrum autyzmu</w:t>
            </w:r>
            <w:r w:rsidR="00C5707C" w:rsidRPr="002F4204">
              <w:rPr>
                <w:rStyle w:val="wrtext"/>
                <w:rFonts w:ascii="Corbel" w:hAnsi="Corbel"/>
                <w:szCs w:val="24"/>
              </w:rPr>
              <w:t>;</w:t>
            </w:r>
          </w:p>
          <w:p w14:paraId="43C86EF3" w14:textId="4AA89E6A" w:rsidR="00190D01" w:rsidRPr="002F4204" w:rsidRDefault="00190D01" w:rsidP="00DD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 xml:space="preserve">- </w:t>
            </w:r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aktywność i </w:t>
            </w:r>
            <w:proofErr w:type="spellStart"/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responsywność</w:t>
            </w:r>
            <w:proofErr w:type="spellEnd"/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podczas wykładu problemowego;</w:t>
            </w:r>
          </w:p>
          <w:p w14:paraId="2CE61D72" w14:textId="77777777" w:rsidR="0085747A" w:rsidRPr="002F4204" w:rsidRDefault="009B2C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>- uzyskan</w:t>
            </w:r>
            <w:r w:rsidR="004A0C00" w:rsidRPr="002F4204">
              <w:rPr>
                <w:rFonts w:ascii="Corbel" w:hAnsi="Corbel"/>
                <w:b w:val="0"/>
                <w:smallCaps w:val="0"/>
                <w:szCs w:val="24"/>
              </w:rPr>
              <w:t>ie pozytywnej oceny z kolokwium</w:t>
            </w:r>
          </w:p>
          <w:p w14:paraId="027B91AB" w14:textId="2DAB859B" w:rsidR="004A0C00" w:rsidRPr="002F4204" w:rsidRDefault="004A0C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>- ocena tradycyjna</w:t>
            </w:r>
          </w:p>
        </w:tc>
      </w:tr>
    </w:tbl>
    <w:p w14:paraId="2D6D17FB" w14:textId="77777777" w:rsidR="00471893" w:rsidRPr="002F4204" w:rsidRDefault="00471893" w:rsidP="002F4204">
      <w:pPr>
        <w:sectPr w:rsidR="00471893" w:rsidRPr="002F420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ECEF19D" w14:textId="6BA17E09" w:rsidR="009F4610" w:rsidRPr="002F4204" w:rsidRDefault="0085747A" w:rsidP="002F4204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F420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2F420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417DB39" w14:textId="77777777"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2F4204" w14:paraId="76E1DE7C" w14:textId="77777777" w:rsidTr="00471893">
        <w:tc>
          <w:tcPr>
            <w:tcW w:w="5274" w:type="dxa"/>
            <w:vAlign w:val="center"/>
          </w:tcPr>
          <w:p w14:paraId="2241BC40" w14:textId="77777777" w:rsidR="0085747A" w:rsidRPr="002F42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420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F420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F420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EDFB2F9" w14:textId="77777777" w:rsidR="0085747A" w:rsidRPr="002F42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420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F420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F4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F420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F4204" w14:paraId="61A61C66" w14:textId="77777777" w:rsidTr="00471893">
        <w:tc>
          <w:tcPr>
            <w:tcW w:w="5274" w:type="dxa"/>
          </w:tcPr>
          <w:p w14:paraId="522127B1" w14:textId="77777777" w:rsidR="0085747A" w:rsidRPr="002F42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G</w:t>
            </w:r>
            <w:r w:rsidR="0085747A" w:rsidRPr="002F420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F420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F420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F420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F420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F420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F420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5CFC99D3" w14:textId="62C8AD1E" w:rsidR="0085747A" w:rsidRPr="002F4204" w:rsidRDefault="00DD70A8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F4204" w14:paraId="0E1A6F00" w14:textId="77777777" w:rsidTr="00471893">
        <w:tc>
          <w:tcPr>
            <w:tcW w:w="5274" w:type="dxa"/>
          </w:tcPr>
          <w:p w14:paraId="3C9C72B6" w14:textId="77777777" w:rsidR="00C61DC5" w:rsidRPr="002F42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F420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E97B0B" w14:textId="0E2CDECA" w:rsidR="00C61DC5" w:rsidRPr="002F42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udział w konsultacjach</w:t>
            </w:r>
            <w:r w:rsidR="00356F38" w:rsidRPr="002F4204">
              <w:rPr>
                <w:rFonts w:ascii="Corbel" w:hAnsi="Corbel"/>
                <w:sz w:val="24"/>
                <w:szCs w:val="24"/>
              </w:rPr>
              <w:t>;</w:t>
            </w:r>
            <w:r w:rsidR="00471893" w:rsidRPr="002F4204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F38" w:rsidRPr="002F4204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246" w:type="dxa"/>
          </w:tcPr>
          <w:p w14:paraId="1022476A" w14:textId="070F4D2E" w:rsidR="00C61DC5" w:rsidRPr="002F4204" w:rsidRDefault="00471893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2</w:t>
            </w:r>
            <w:r w:rsidRPr="002F4204">
              <w:rPr>
                <w:rFonts w:ascii="Corbel" w:hAnsi="Corbel"/>
                <w:sz w:val="24"/>
                <w:szCs w:val="24"/>
              </w:rPr>
              <w:br/>
              <w:t>3</w:t>
            </w:r>
          </w:p>
        </w:tc>
      </w:tr>
      <w:tr w:rsidR="00C61DC5" w:rsidRPr="002F4204" w14:paraId="55E0326F" w14:textId="77777777" w:rsidTr="00471893">
        <w:tc>
          <w:tcPr>
            <w:tcW w:w="5274" w:type="dxa"/>
          </w:tcPr>
          <w:p w14:paraId="2720FD09" w14:textId="77777777" w:rsidR="0071620A" w:rsidRPr="002F42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F42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F420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798184A" w14:textId="0B5E73C5" w:rsidR="00C61DC5" w:rsidRPr="002F42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DD70A8" w:rsidRPr="002F4204">
              <w:rPr>
                <w:rFonts w:ascii="Corbel" w:hAnsi="Corbel"/>
                <w:sz w:val="24"/>
                <w:szCs w:val="24"/>
              </w:rPr>
              <w:t xml:space="preserve"> studiowanie literatury</w:t>
            </w:r>
            <w:r w:rsidR="00245B9C" w:rsidRPr="002F4204">
              <w:rPr>
                <w:rFonts w:ascii="Corbel" w:hAnsi="Corbel"/>
                <w:sz w:val="24"/>
                <w:szCs w:val="24"/>
              </w:rPr>
              <w:t xml:space="preserve">, </w:t>
            </w:r>
            <w:r w:rsidR="00F3519B" w:rsidRPr="002F4204">
              <w:rPr>
                <w:rFonts w:ascii="Corbel" w:hAnsi="Corbel"/>
                <w:sz w:val="24"/>
                <w:szCs w:val="24"/>
              </w:rPr>
              <w:t>przygotowanie pracy projektowej, przygotowanie do kolokwium</w:t>
            </w:r>
          </w:p>
        </w:tc>
        <w:tc>
          <w:tcPr>
            <w:tcW w:w="4246" w:type="dxa"/>
          </w:tcPr>
          <w:p w14:paraId="60E89670" w14:textId="1725AD32" w:rsidR="00C61DC5" w:rsidRPr="002F4204" w:rsidRDefault="00471893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2F4204" w14:paraId="547B36B2" w14:textId="77777777" w:rsidTr="00471893">
        <w:tc>
          <w:tcPr>
            <w:tcW w:w="5274" w:type="dxa"/>
          </w:tcPr>
          <w:p w14:paraId="14FBADCF" w14:textId="77777777" w:rsidR="0085747A" w:rsidRPr="002F420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16479DBE" w14:textId="0367CC3A" w:rsidR="0085747A" w:rsidRPr="002F4204" w:rsidRDefault="00471893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5</w:t>
            </w:r>
            <w:r w:rsidR="00DD70A8" w:rsidRPr="002F420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2F4204" w14:paraId="0BA64A59" w14:textId="77777777" w:rsidTr="00471893">
        <w:tc>
          <w:tcPr>
            <w:tcW w:w="5274" w:type="dxa"/>
          </w:tcPr>
          <w:p w14:paraId="15EE3F1B" w14:textId="77777777" w:rsidR="0085747A" w:rsidRPr="002F420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420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FF7AC9F" w14:textId="490B1914" w:rsidR="0085747A" w:rsidRPr="002F4204" w:rsidRDefault="00DD70A8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420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57EF21B" w14:textId="77777777" w:rsidR="0085747A" w:rsidRPr="002F4204" w:rsidRDefault="00923D7D" w:rsidP="00D17B2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F420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F420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AAB01" w14:textId="77777777" w:rsidR="003E1941" w:rsidRPr="002F420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1F4439" w14:textId="77777777" w:rsidR="0085747A" w:rsidRPr="002F420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6. </w:t>
      </w:r>
      <w:r w:rsidR="0085747A" w:rsidRPr="002F4204">
        <w:rPr>
          <w:rFonts w:ascii="Corbel" w:hAnsi="Corbel"/>
          <w:smallCaps w:val="0"/>
          <w:szCs w:val="24"/>
        </w:rPr>
        <w:t>PRAKTYKI ZAWO</w:t>
      </w:r>
      <w:r w:rsidR="009D3F3B" w:rsidRPr="002F4204">
        <w:rPr>
          <w:rFonts w:ascii="Corbel" w:hAnsi="Corbel"/>
          <w:smallCaps w:val="0"/>
          <w:szCs w:val="24"/>
        </w:rPr>
        <w:t>DOWE W RAMACH PRZEDMIOTU</w:t>
      </w:r>
    </w:p>
    <w:p w14:paraId="3E88DFC0" w14:textId="77777777" w:rsidR="0085747A" w:rsidRPr="002F420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2F4204" w14:paraId="31769CA4" w14:textId="77777777" w:rsidTr="00E86752">
        <w:trPr>
          <w:trHeight w:val="397"/>
        </w:trPr>
        <w:tc>
          <w:tcPr>
            <w:tcW w:w="4082" w:type="dxa"/>
          </w:tcPr>
          <w:p w14:paraId="23FCA690" w14:textId="77777777" w:rsidR="0085747A" w:rsidRPr="002F42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8EA5AD" w14:textId="24B6C0CD" w:rsidR="0085747A" w:rsidRPr="002F4204" w:rsidRDefault="00E86752" w:rsidP="00E86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F4204" w14:paraId="0C7338D8" w14:textId="77777777" w:rsidTr="00E86752">
        <w:trPr>
          <w:trHeight w:val="397"/>
        </w:trPr>
        <w:tc>
          <w:tcPr>
            <w:tcW w:w="4082" w:type="dxa"/>
          </w:tcPr>
          <w:p w14:paraId="2E63FB4C" w14:textId="77777777" w:rsidR="0085747A" w:rsidRPr="002F42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CAC6388" w14:textId="644F64BF" w:rsidR="0085747A" w:rsidRPr="002F4204" w:rsidRDefault="00E86752" w:rsidP="00E86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B58612E" w14:textId="77777777" w:rsidR="003E1941" w:rsidRPr="002F420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4E9B8" w14:textId="77777777" w:rsidR="0085747A" w:rsidRPr="002F420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7. </w:t>
      </w:r>
      <w:r w:rsidR="0085747A" w:rsidRPr="002F4204">
        <w:rPr>
          <w:rFonts w:ascii="Corbel" w:hAnsi="Corbel"/>
          <w:smallCaps w:val="0"/>
          <w:szCs w:val="24"/>
        </w:rPr>
        <w:t>LITERATURA</w:t>
      </w:r>
      <w:r w:rsidRPr="002F4204">
        <w:rPr>
          <w:rFonts w:ascii="Corbel" w:hAnsi="Corbel"/>
          <w:smallCaps w:val="0"/>
          <w:szCs w:val="24"/>
        </w:rPr>
        <w:t xml:space="preserve"> </w:t>
      </w:r>
    </w:p>
    <w:p w14:paraId="13D700AD" w14:textId="77777777" w:rsidR="00675843" w:rsidRPr="002F420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F4204" w14:paraId="05E0BD19" w14:textId="77777777" w:rsidTr="00E86752">
        <w:trPr>
          <w:trHeight w:val="397"/>
        </w:trPr>
        <w:tc>
          <w:tcPr>
            <w:tcW w:w="9497" w:type="dxa"/>
          </w:tcPr>
          <w:p w14:paraId="424DE836" w14:textId="77777777" w:rsidR="0085747A" w:rsidRPr="002F4204" w:rsidRDefault="0085747A" w:rsidP="00D17B2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420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1D2327D" w14:textId="77777777"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Bers R., </w:t>
            </w:r>
            <w:proofErr w:type="spellStart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Rose</w:t>
            </w:r>
            <w:proofErr w:type="spellEnd"/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R.: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Jak zaplanować pracę z dziećmi o specjalnych potrzebach edukacyjnych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>, APS, Warszawa 2002.</w:t>
            </w:r>
          </w:p>
          <w:p w14:paraId="2BFFA2A1" w14:textId="77777777" w:rsidR="00D17B2F" w:rsidRPr="002F4204" w:rsidRDefault="00D17B2F" w:rsidP="00D17B2F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E7BB34" w14:textId="77777777"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Frith</w:t>
            </w:r>
            <w:proofErr w:type="spellEnd"/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U. (2008). </w:t>
            </w:r>
            <w:r w:rsidRPr="002F4204">
              <w:rPr>
                <w:rFonts w:ascii="Corbel" w:eastAsia="Times New Roman" w:hAnsi="Corbel"/>
                <w:b w:val="0"/>
                <w:i/>
                <w:smallCaps w:val="0"/>
                <w:szCs w:val="24"/>
                <w:lang w:eastAsia="pl-PL"/>
              </w:rPr>
              <w:t>Autyzm: Wyjaśnienie tajemnicy</w:t>
            </w:r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 Gdańsk: GWP.</w:t>
            </w:r>
          </w:p>
          <w:p w14:paraId="090ECEF0" w14:textId="77777777"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0592E8" w14:textId="77777777"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Grandin</w:t>
            </w:r>
            <w:proofErr w:type="spellEnd"/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T. (2006). </w:t>
            </w:r>
            <w:r w:rsidRPr="002F4204">
              <w:rPr>
                <w:rFonts w:ascii="Corbel" w:eastAsia="Times New Roman" w:hAnsi="Corbel"/>
                <w:b w:val="0"/>
                <w:i/>
                <w:smallCaps w:val="0"/>
                <w:szCs w:val="24"/>
                <w:lang w:eastAsia="pl-PL"/>
              </w:rPr>
              <w:t>Myślenie obrazami oraz inne relacje z życia z autyzmem</w:t>
            </w:r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 Warszawa: Fraszka Edukacyjna.</w:t>
            </w:r>
          </w:p>
          <w:p w14:paraId="70197EB2" w14:textId="77777777"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E1A008" w14:textId="77777777"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E.: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Dzieci ze specyficznymi trudnościami w uczeniu się matematyki,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WSiP, Warszawa, 2004.</w:t>
            </w:r>
          </w:p>
          <w:p w14:paraId="3420E0B6" w14:textId="77777777"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C50CE6" w14:textId="77777777"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Kruszewski K.: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Gry dydaktyczne.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W: K. Kruszewski (red.): Sztuka nauczania. Czynności nauczyciela, PWN, Warszawa 2004.</w:t>
            </w:r>
          </w:p>
          <w:p w14:paraId="3C97F954" w14:textId="77777777"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41B59B" w14:textId="5C4A5DDC" w:rsidR="00DD70A8" w:rsidRPr="002F4204" w:rsidRDefault="00DD70A8" w:rsidP="009C54A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Wyczesany J.: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Dydaktyka specjalna. Wybrane zagadnienia,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Harmonia </w:t>
            </w:r>
            <w:proofErr w:type="spellStart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Universalis</w:t>
            </w:r>
            <w:proofErr w:type="spellEnd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, Gdańsk, 2014.</w:t>
            </w:r>
          </w:p>
        </w:tc>
      </w:tr>
      <w:tr w:rsidR="0085747A" w:rsidRPr="002F4204" w14:paraId="6FC82ECE" w14:textId="77777777" w:rsidTr="00E86752">
        <w:trPr>
          <w:trHeight w:val="397"/>
        </w:trPr>
        <w:tc>
          <w:tcPr>
            <w:tcW w:w="9497" w:type="dxa"/>
          </w:tcPr>
          <w:p w14:paraId="12CC1275" w14:textId="77777777" w:rsidR="0085747A" w:rsidRPr="002F4204" w:rsidRDefault="0085747A" w:rsidP="00D17B2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420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69B6BAE" w14:textId="170D0069" w:rsidR="00D17B2F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F42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Pisula E. (2010). </w:t>
            </w:r>
            <w:r w:rsidRPr="002F42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Autyzm. Przyczyny, symptomy, terapia.</w:t>
            </w:r>
            <w:r w:rsidRPr="002F42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Gdańsk: Harmonia.</w:t>
            </w:r>
          </w:p>
          <w:p w14:paraId="66D4CEF2" w14:textId="77777777" w:rsidR="00D17B2F" w:rsidRPr="002F4204" w:rsidRDefault="00D17B2F" w:rsidP="00D17B2F">
            <w:pPr>
              <w:spacing w:after="0" w:line="240" w:lineRule="auto"/>
              <w:ind w:left="72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BC19C5D" w14:textId="77777777" w:rsidR="00DD70A8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F42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Pisula E. (1012). Autyzm. </w:t>
            </w:r>
            <w:r w:rsidRPr="002F42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Od badań mózgu do praktyki psychologicznej</w:t>
            </w:r>
            <w:r w:rsidRPr="002F4204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Warszawa: GWP.</w:t>
            </w:r>
          </w:p>
          <w:p w14:paraId="0D1408D0" w14:textId="77777777" w:rsidR="00D17B2F" w:rsidRPr="002F4204" w:rsidRDefault="00D17B2F" w:rsidP="00D17B2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5D9878FF" w14:textId="77777777" w:rsidR="00DD70A8" w:rsidRPr="002F4204" w:rsidRDefault="00DD70A8" w:rsidP="00D17B2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Baranowicz K.: </w:t>
            </w:r>
            <w:proofErr w:type="spellStart"/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Pozadydaktyczne</w:t>
            </w:r>
            <w:proofErr w:type="spellEnd"/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efekty edukacji integracyjnej dzieci niepełnosprawnych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Wydawnictwo Uniwersytetu Łódzkiego, Łódź, 2006</w:t>
            </w:r>
          </w:p>
          <w:p w14:paraId="02BDA7B0" w14:textId="77777777"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66A6FA" w14:textId="77777777" w:rsidR="00DD70A8" w:rsidRPr="002F4204" w:rsidRDefault="00DD70A8" w:rsidP="00D17B2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Głodkowska</w:t>
            </w:r>
            <w:proofErr w:type="spellEnd"/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J. (red.):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Dydaktyka specjalna w przygotowaniu do kształcenia uczniów ze specjalnymi potrzebami edukacyjnymi: podręcznik akademicki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>, APS, Warszawa 2010.</w:t>
            </w:r>
          </w:p>
          <w:p w14:paraId="0BDD5CF5" w14:textId="77777777"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20A495" w14:textId="77777777" w:rsidR="00DD70A8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F420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2F4204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2F4204">
              <w:rPr>
                <w:rFonts w:ascii="Corbel" w:hAnsi="Corbel"/>
                <w:i/>
                <w:sz w:val="24"/>
                <w:szCs w:val="24"/>
              </w:rPr>
              <w:t>Interaktywne metody nauczania z przykładowymi konspektami w nauczaniu przedmiotów na poziomie szkoły wolej i gimnazjum oraz szkoły zawodowej i średniej.</w:t>
            </w:r>
            <w:r w:rsidRPr="002F4204">
              <w:rPr>
                <w:rFonts w:ascii="Corbel" w:hAnsi="Corbel"/>
                <w:sz w:val="24"/>
                <w:szCs w:val="24"/>
              </w:rPr>
              <w:t xml:space="preserve"> Opracowanie zbiorowe, </w:t>
            </w:r>
            <w:proofErr w:type="spellStart"/>
            <w:r w:rsidRPr="002F4204">
              <w:rPr>
                <w:rFonts w:ascii="Corbel" w:hAnsi="Corbel"/>
                <w:sz w:val="24"/>
                <w:szCs w:val="24"/>
              </w:rPr>
              <w:t>Bea-Bleja</w:t>
            </w:r>
            <w:proofErr w:type="spellEnd"/>
            <w:r w:rsidRPr="002F4204">
              <w:rPr>
                <w:rFonts w:ascii="Corbel" w:hAnsi="Corbel"/>
                <w:sz w:val="24"/>
                <w:szCs w:val="24"/>
              </w:rPr>
              <w:t>, Toruń, 2001.</w:t>
            </w:r>
          </w:p>
          <w:p w14:paraId="355109CB" w14:textId="77777777" w:rsidR="00D17B2F" w:rsidRPr="002F4204" w:rsidRDefault="00D17B2F" w:rsidP="00D17B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D56A0D9" w14:textId="357F9912" w:rsidR="00DD70A8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 xml:space="preserve">Radziwiłowicz M., Radziwiłowicz R.: </w:t>
            </w:r>
            <w:r w:rsidRPr="002F4204">
              <w:rPr>
                <w:rFonts w:ascii="Corbel" w:hAnsi="Corbel"/>
                <w:i/>
                <w:sz w:val="24"/>
                <w:szCs w:val="24"/>
              </w:rPr>
              <w:t>Metoda zadaniowo-sytuacyjna w nauczaniu początkowym</w:t>
            </w:r>
            <w:r w:rsidRPr="002F4204">
              <w:rPr>
                <w:rFonts w:ascii="Corbel" w:hAnsi="Corbel"/>
                <w:sz w:val="24"/>
                <w:szCs w:val="24"/>
              </w:rPr>
              <w:t>, WSiP, Warszawa 1991.</w:t>
            </w:r>
          </w:p>
          <w:p w14:paraId="4CD7543E" w14:textId="77777777" w:rsidR="00D17B2F" w:rsidRPr="002F4204" w:rsidRDefault="00D17B2F" w:rsidP="00D17B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9C32DFE" w14:textId="0F6591EE" w:rsidR="00DD70A8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 xml:space="preserve">Szczygieł B.: </w:t>
            </w:r>
            <w:r w:rsidRPr="002F4204">
              <w:rPr>
                <w:rFonts w:ascii="Corbel" w:hAnsi="Corbel"/>
                <w:i/>
                <w:sz w:val="24"/>
                <w:szCs w:val="24"/>
              </w:rPr>
              <w:t>Jak pracować z dzieckiem niepełnosprawnym? Konstruowanie programu zajęć. Organizowanie klasy integracyjnej. Konspekty zajęć.</w:t>
            </w:r>
            <w:r w:rsidRPr="002F4204">
              <w:rPr>
                <w:rFonts w:ascii="Corbel" w:hAnsi="Corbel"/>
                <w:sz w:val="24"/>
                <w:szCs w:val="24"/>
              </w:rPr>
              <w:t xml:space="preserve"> Wyd. Impuls, Kraków 2007.</w:t>
            </w:r>
          </w:p>
        </w:tc>
      </w:tr>
    </w:tbl>
    <w:p w14:paraId="6DB88440" w14:textId="77777777" w:rsidR="0085747A" w:rsidRPr="002F420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B68F59" w14:textId="77777777" w:rsidR="0085747A" w:rsidRPr="002F420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62C2A" w14:textId="77777777" w:rsidR="0085747A" w:rsidRPr="002F420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1D13DE" w14:textId="77777777" w:rsidR="00E86752" w:rsidRPr="002F4204" w:rsidRDefault="00E8675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902077" w14:textId="77777777" w:rsidR="00E86752" w:rsidRPr="002F4204" w:rsidRDefault="00E8675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A2F86" w14:textId="16B3B01D" w:rsidR="00E86752" w:rsidRPr="002F4204" w:rsidRDefault="00E86752" w:rsidP="00E8675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86752" w:rsidRPr="002F420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0D2D4" w14:textId="77777777" w:rsidR="00392C68" w:rsidRDefault="00392C68" w:rsidP="00C16ABF">
      <w:pPr>
        <w:spacing w:after="0" w:line="240" w:lineRule="auto"/>
      </w:pPr>
      <w:r>
        <w:separator/>
      </w:r>
    </w:p>
  </w:endnote>
  <w:endnote w:type="continuationSeparator" w:id="0">
    <w:p w14:paraId="2D37200E" w14:textId="77777777" w:rsidR="00392C68" w:rsidRDefault="00392C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2E31F" w14:textId="77777777" w:rsidR="00392C68" w:rsidRDefault="00392C68" w:rsidP="00C16ABF">
      <w:pPr>
        <w:spacing w:after="0" w:line="240" w:lineRule="auto"/>
      </w:pPr>
      <w:r>
        <w:separator/>
      </w:r>
    </w:p>
  </w:footnote>
  <w:footnote w:type="continuationSeparator" w:id="0">
    <w:p w14:paraId="675CAF8E" w14:textId="77777777" w:rsidR="00392C68" w:rsidRDefault="00392C68" w:rsidP="00C16ABF">
      <w:pPr>
        <w:spacing w:after="0" w:line="240" w:lineRule="auto"/>
      </w:pPr>
      <w:r>
        <w:continuationSeparator/>
      </w:r>
    </w:p>
  </w:footnote>
  <w:footnote w:id="1">
    <w:p w14:paraId="725C34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B29F0"/>
    <w:multiLevelType w:val="hybridMultilevel"/>
    <w:tmpl w:val="4AC84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67A65"/>
    <w:multiLevelType w:val="hybridMultilevel"/>
    <w:tmpl w:val="A62A2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558E2"/>
    <w:multiLevelType w:val="hybridMultilevel"/>
    <w:tmpl w:val="1C2E5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646FEF"/>
    <w:multiLevelType w:val="hybridMultilevel"/>
    <w:tmpl w:val="F42E0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818DD"/>
    <w:multiLevelType w:val="hybridMultilevel"/>
    <w:tmpl w:val="FD36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8C7"/>
    <w:rsid w:val="00022ECE"/>
    <w:rsid w:val="00042A51"/>
    <w:rsid w:val="00042D2E"/>
    <w:rsid w:val="00044C82"/>
    <w:rsid w:val="00070ED6"/>
    <w:rsid w:val="000742DC"/>
    <w:rsid w:val="00076DB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D01"/>
    <w:rsid w:val="00192F37"/>
    <w:rsid w:val="001A047C"/>
    <w:rsid w:val="001A70D2"/>
    <w:rsid w:val="001D657B"/>
    <w:rsid w:val="001D7B54"/>
    <w:rsid w:val="001E0209"/>
    <w:rsid w:val="001E0729"/>
    <w:rsid w:val="001F2CA2"/>
    <w:rsid w:val="002144C0"/>
    <w:rsid w:val="0022477D"/>
    <w:rsid w:val="002278A9"/>
    <w:rsid w:val="00231CBC"/>
    <w:rsid w:val="002336F9"/>
    <w:rsid w:val="0024028F"/>
    <w:rsid w:val="002432C7"/>
    <w:rsid w:val="00244ABC"/>
    <w:rsid w:val="00245B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204"/>
    <w:rsid w:val="002F4ABE"/>
    <w:rsid w:val="003018BA"/>
    <w:rsid w:val="0030395F"/>
    <w:rsid w:val="00305C92"/>
    <w:rsid w:val="003151C5"/>
    <w:rsid w:val="003343CF"/>
    <w:rsid w:val="00340C64"/>
    <w:rsid w:val="00346FE9"/>
    <w:rsid w:val="0034759A"/>
    <w:rsid w:val="003503F6"/>
    <w:rsid w:val="003530DD"/>
    <w:rsid w:val="00356F38"/>
    <w:rsid w:val="00363F78"/>
    <w:rsid w:val="00364024"/>
    <w:rsid w:val="00392C68"/>
    <w:rsid w:val="003A0A5B"/>
    <w:rsid w:val="003A1176"/>
    <w:rsid w:val="003C0BAE"/>
    <w:rsid w:val="003D18A9"/>
    <w:rsid w:val="003D411E"/>
    <w:rsid w:val="003D6CE2"/>
    <w:rsid w:val="003E1941"/>
    <w:rsid w:val="003E2FE6"/>
    <w:rsid w:val="003E49D5"/>
    <w:rsid w:val="003F205D"/>
    <w:rsid w:val="003F3149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93"/>
    <w:rsid w:val="0047598D"/>
    <w:rsid w:val="004840FD"/>
    <w:rsid w:val="00490F7D"/>
    <w:rsid w:val="00491678"/>
    <w:rsid w:val="004968E2"/>
    <w:rsid w:val="004A0C00"/>
    <w:rsid w:val="004A3EEA"/>
    <w:rsid w:val="004A4D1F"/>
    <w:rsid w:val="004D5282"/>
    <w:rsid w:val="004F1551"/>
    <w:rsid w:val="004F55A3"/>
    <w:rsid w:val="0050496F"/>
    <w:rsid w:val="00513B6F"/>
    <w:rsid w:val="00517C63"/>
    <w:rsid w:val="00523A83"/>
    <w:rsid w:val="00530EDE"/>
    <w:rsid w:val="005363C4"/>
    <w:rsid w:val="00536BDE"/>
    <w:rsid w:val="00543ACC"/>
    <w:rsid w:val="0056538D"/>
    <w:rsid w:val="0056696D"/>
    <w:rsid w:val="00571F2A"/>
    <w:rsid w:val="0057279C"/>
    <w:rsid w:val="0059484D"/>
    <w:rsid w:val="005A0855"/>
    <w:rsid w:val="005A3196"/>
    <w:rsid w:val="005C0458"/>
    <w:rsid w:val="005C080F"/>
    <w:rsid w:val="005C4B6D"/>
    <w:rsid w:val="005C55E5"/>
    <w:rsid w:val="005C696A"/>
    <w:rsid w:val="005E6E85"/>
    <w:rsid w:val="005F093D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3B4"/>
    <w:rsid w:val="006D6139"/>
    <w:rsid w:val="006E2547"/>
    <w:rsid w:val="006E5D65"/>
    <w:rsid w:val="006F1282"/>
    <w:rsid w:val="006F1FBC"/>
    <w:rsid w:val="006F31E2"/>
    <w:rsid w:val="006F69E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0BF"/>
    <w:rsid w:val="007765F9"/>
    <w:rsid w:val="0078082B"/>
    <w:rsid w:val="0078168C"/>
    <w:rsid w:val="007854E3"/>
    <w:rsid w:val="00787C2A"/>
    <w:rsid w:val="00790E27"/>
    <w:rsid w:val="007A265C"/>
    <w:rsid w:val="007A4022"/>
    <w:rsid w:val="007A4A4B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4262"/>
    <w:rsid w:val="008C08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E81"/>
    <w:rsid w:val="009434CE"/>
    <w:rsid w:val="009508DF"/>
    <w:rsid w:val="00950DAC"/>
    <w:rsid w:val="00954A07"/>
    <w:rsid w:val="009659F8"/>
    <w:rsid w:val="00985C85"/>
    <w:rsid w:val="00997F14"/>
    <w:rsid w:val="009A78D9"/>
    <w:rsid w:val="009B2CDD"/>
    <w:rsid w:val="009C3E31"/>
    <w:rsid w:val="009C54AE"/>
    <w:rsid w:val="009C788E"/>
    <w:rsid w:val="009D3F3B"/>
    <w:rsid w:val="009D770F"/>
    <w:rsid w:val="009E0543"/>
    <w:rsid w:val="009E3B41"/>
    <w:rsid w:val="009F3C5C"/>
    <w:rsid w:val="009F4610"/>
    <w:rsid w:val="00A00ECC"/>
    <w:rsid w:val="00A155EE"/>
    <w:rsid w:val="00A2245B"/>
    <w:rsid w:val="00A30110"/>
    <w:rsid w:val="00A33FC0"/>
    <w:rsid w:val="00A36899"/>
    <w:rsid w:val="00A371F6"/>
    <w:rsid w:val="00A43BF6"/>
    <w:rsid w:val="00A53FA5"/>
    <w:rsid w:val="00A54817"/>
    <w:rsid w:val="00A601C8"/>
    <w:rsid w:val="00A60799"/>
    <w:rsid w:val="00A640D0"/>
    <w:rsid w:val="00A76B3B"/>
    <w:rsid w:val="00A84C85"/>
    <w:rsid w:val="00A97DE1"/>
    <w:rsid w:val="00AB053C"/>
    <w:rsid w:val="00AB7157"/>
    <w:rsid w:val="00AD1146"/>
    <w:rsid w:val="00AD27D3"/>
    <w:rsid w:val="00AD386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3B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5D5"/>
    <w:rsid w:val="00C26CB7"/>
    <w:rsid w:val="00C324C1"/>
    <w:rsid w:val="00C36992"/>
    <w:rsid w:val="00C56036"/>
    <w:rsid w:val="00C5707C"/>
    <w:rsid w:val="00C61DC5"/>
    <w:rsid w:val="00C67E92"/>
    <w:rsid w:val="00C70A26"/>
    <w:rsid w:val="00C766DF"/>
    <w:rsid w:val="00C911B9"/>
    <w:rsid w:val="00C923B5"/>
    <w:rsid w:val="00C94B98"/>
    <w:rsid w:val="00CA2B96"/>
    <w:rsid w:val="00CA5089"/>
    <w:rsid w:val="00CB6360"/>
    <w:rsid w:val="00CD6897"/>
    <w:rsid w:val="00CE5BAC"/>
    <w:rsid w:val="00CF25BE"/>
    <w:rsid w:val="00CF78ED"/>
    <w:rsid w:val="00D02B25"/>
    <w:rsid w:val="00D02EBA"/>
    <w:rsid w:val="00D17B2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BFE"/>
    <w:rsid w:val="00DA2114"/>
    <w:rsid w:val="00DD70A8"/>
    <w:rsid w:val="00DE09C0"/>
    <w:rsid w:val="00DE4A14"/>
    <w:rsid w:val="00DF320D"/>
    <w:rsid w:val="00DF71C8"/>
    <w:rsid w:val="00E05A8D"/>
    <w:rsid w:val="00E129B8"/>
    <w:rsid w:val="00E21E7D"/>
    <w:rsid w:val="00E22FBC"/>
    <w:rsid w:val="00E24BF5"/>
    <w:rsid w:val="00E25338"/>
    <w:rsid w:val="00E51E44"/>
    <w:rsid w:val="00E63348"/>
    <w:rsid w:val="00E666D9"/>
    <w:rsid w:val="00E742AA"/>
    <w:rsid w:val="00E77E88"/>
    <w:rsid w:val="00E8107D"/>
    <w:rsid w:val="00E83749"/>
    <w:rsid w:val="00E86752"/>
    <w:rsid w:val="00E960BB"/>
    <w:rsid w:val="00EA2074"/>
    <w:rsid w:val="00EA4832"/>
    <w:rsid w:val="00EA4E9D"/>
    <w:rsid w:val="00EC4899"/>
    <w:rsid w:val="00ED03AB"/>
    <w:rsid w:val="00ED32D2"/>
    <w:rsid w:val="00EE241E"/>
    <w:rsid w:val="00EE32DE"/>
    <w:rsid w:val="00EE5457"/>
    <w:rsid w:val="00EF2A01"/>
    <w:rsid w:val="00F070AB"/>
    <w:rsid w:val="00F11C57"/>
    <w:rsid w:val="00F12AFD"/>
    <w:rsid w:val="00F17567"/>
    <w:rsid w:val="00F27A7B"/>
    <w:rsid w:val="00F3519B"/>
    <w:rsid w:val="00F478B7"/>
    <w:rsid w:val="00F526AF"/>
    <w:rsid w:val="00F617C3"/>
    <w:rsid w:val="00F7066B"/>
    <w:rsid w:val="00F70D39"/>
    <w:rsid w:val="00F83B28"/>
    <w:rsid w:val="00F974DA"/>
    <w:rsid w:val="00FA46E5"/>
    <w:rsid w:val="00FB7DBA"/>
    <w:rsid w:val="00FC1C25"/>
    <w:rsid w:val="00FC3F45"/>
    <w:rsid w:val="00FC462E"/>
    <w:rsid w:val="00FC4E1B"/>
    <w:rsid w:val="00FC78D1"/>
    <w:rsid w:val="00FD503F"/>
    <w:rsid w:val="00FD555A"/>
    <w:rsid w:val="00FD7589"/>
    <w:rsid w:val="00FF016A"/>
    <w:rsid w:val="00FF1401"/>
    <w:rsid w:val="00FF5E7D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ECBD"/>
  <w15:docId w15:val="{78EA42DF-6B3F-4357-A989-CA175A8C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C911B9"/>
  </w:style>
  <w:style w:type="character" w:styleId="Odwoaniedokomentarza">
    <w:name w:val="annotation reference"/>
    <w:basedOn w:val="Domylnaczcionkaakapitu"/>
    <w:uiPriority w:val="99"/>
    <w:semiHidden/>
    <w:unhideWhenUsed/>
    <w:rsid w:val="00E666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66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66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6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6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586C-10C5-4A5E-84E7-53C77624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1124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2020-02-03T08:04:00Z</dcterms:created>
  <dcterms:modified xsi:type="dcterms:W3CDTF">2021-09-06T09:21:00Z</dcterms:modified>
</cp:coreProperties>
</file>